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99"/>
        <w:gridCol w:w="2310"/>
        <w:gridCol w:w="5889"/>
      </w:tblGrid>
      <w:tr w:rsidR="00757AC7" w:rsidRPr="00B0544D" w14:paraId="6F4784EE" w14:textId="77777777" w:rsidTr="00936F47">
        <w:tc>
          <w:tcPr>
            <w:tcW w:w="1299" w:type="dxa"/>
          </w:tcPr>
          <w:p w14:paraId="38536422" w14:textId="77777777" w:rsidR="00757AC7" w:rsidRPr="007C5C6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C5C6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310" w:type="dxa"/>
          </w:tcPr>
          <w:p w14:paraId="72353973" w14:textId="77777777" w:rsidR="00757AC7" w:rsidRPr="0076406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89" w:type="dxa"/>
          </w:tcPr>
          <w:p w14:paraId="7EE9ED74" w14:textId="77777777" w:rsidR="00757AC7" w:rsidRPr="00764065" w:rsidRDefault="00757AC7" w:rsidP="00C80AC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6F395D" w:rsidRPr="00B0544D" w14:paraId="7080A820" w14:textId="77777777" w:rsidTr="00936F47">
        <w:tc>
          <w:tcPr>
            <w:tcW w:w="1299" w:type="dxa"/>
          </w:tcPr>
          <w:p w14:paraId="25FA1148" w14:textId="1FAB95EA" w:rsidR="006F395D" w:rsidRPr="007C5C61" w:rsidRDefault="007C5C61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90027810</w:t>
            </w:r>
          </w:p>
        </w:tc>
        <w:tc>
          <w:tcPr>
            <w:tcW w:w="2310" w:type="dxa"/>
          </w:tcPr>
          <w:p w14:paraId="0575C4A3" w14:textId="6886DA54" w:rsidR="006F395D" w:rsidRPr="007C5C61" w:rsidRDefault="003E1DB8" w:rsidP="003E1DB8">
            <w:pPr>
              <w:pStyle w:val="Intestazione"/>
              <w:jc w:val="center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 xml:space="preserve">Coppia di bocchettoni per </w:t>
            </w:r>
            <w:r w:rsidR="003C3061">
              <w:rPr>
                <w:rFonts w:ascii="Poppins" w:hAnsi="Poppins" w:cs="Poppins"/>
                <w:sz w:val="20"/>
              </w:rPr>
              <w:t>gruppi e stazioni solari</w:t>
            </w:r>
            <w:r w:rsidRPr="003E1DB8">
              <w:rPr>
                <w:rFonts w:ascii="Poppins" w:hAnsi="Poppins" w:cs="Poppins"/>
                <w:sz w:val="20"/>
              </w:rPr>
              <w:t xml:space="preserve"> 1"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E1DB8">
              <w:rPr>
                <w:rFonts w:ascii="Poppins" w:hAnsi="Poppins" w:cs="Poppins"/>
                <w:sz w:val="20"/>
              </w:rPr>
              <w:t>x 3/4" M</w:t>
            </w:r>
          </w:p>
        </w:tc>
        <w:tc>
          <w:tcPr>
            <w:tcW w:w="5889" w:type="dxa"/>
          </w:tcPr>
          <w:p w14:paraId="20AB9C33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Coppia di bocchettoni per gruppi e stazioni solari.</w:t>
            </w:r>
          </w:p>
          <w:p w14:paraId="0BCEC076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5BA2EB6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>Misura: 1" F x 3/4" M</w:t>
            </w:r>
          </w:p>
          <w:p w14:paraId="229EA64E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2054DA7" w14:textId="7DDEEEA0" w:rsidR="006F395D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E1DB8">
              <w:rPr>
                <w:rFonts w:ascii="Poppins" w:hAnsi="Poppins" w:cs="Poppins"/>
                <w:b/>
                <w:bCs/>
                <w:sz w:val="20"/>
              </w:rPr>
              <w:t>Marca Emmeti - Modello Coppia di bocchettoni</w:t>
            </w:r>
            <w:r w:rsidR="006F0149" w:rsidRPr="006F0149">
              <w:rPr>
                <w:rFonts w:ascii="Poppins" w:hAnsi="Poppins" w:cs="Poppins"/>
                <w:b/>
                <w:bCs/>
                <w:sz w:val="20"/>
              </w:rPr>
              <w:t xml:space="preserve"> per gruppi e stazioni solari </w:t>
            </w:r>
            <w:r w:rsidRPr="003E1DB8">
              <w:rPr>
                <w:rFonts w:ascii="Poppins" w:hAnsi="Poppins" w:cs="Poppins"/>
                <w:b/>
                <w:bCs/>
                <w:sz w:val="20"/>
              </w:rPr>
              <w:t>1" F x 3/4" M o equivalente.</w:t>
            </w:r>
          </w:p>
        </w:tc>
      </w:tr>
      <w:tr w:rsidR="003E1DB8" w:rsidRPr="00B0544D" w14:paraId="7A11B3AD" w14:textId="77777777" w:rsidTr="00936F47">
        <w:tc>
          <w:tcPr>
            <w:tcW w:w="1299" w:type="dxa"/>
          </w:tcPr>
          <w:p w14:paraId="7CACB966" w14:textId="71D61555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90027850</w:t>
            </w:r>
          </w:p>
        </w:tc>
        <w:tc>
          <w:tcPr>
            <w:tcW w:w="2310" w:type="dxa"/>
          </w:tcPr>
          <w:p w14:paraId="09516BAE" w14:textId="073133B1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 xml:space="preserve">Coppia di bocchettoni per </w:t>
            </w:r>
            <w:r w:rsidR="006F0149">
              <w:rPr>
                <w:rFonts w:ascii="Poppins" w:hAnsi="Poppins" w:cs="Poppins"/>
                <w:sz w:val="20"/>
              </w:rPr>
              <w:t>gruppi e stazioni solari</w:t>
            </w:r>
            <w:r w:rsidRPr="003E1DB8">
              <w:rPr>
                <w:rFonts w:ascii="Poppins" w:hAnsi="Poppins" w:cs="Poppins"/>
                <w:sz w:val="20"/>
              </w:rPr>
              <w:t xml:space="preserve"> 1"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E1DB8">
              <w:rPr>
                <w:rFonts w:ascii="Poppins" w:hAnsi="Poppins" w:cs="Poppins"/>
                <w:sz w:val="20"/>
              </w:rPr>
              <w:t xml:space="preserve">x 3/4" </w:t>
            </w:r>
            <w:r w:rsidR="00103B88">
              <w:rPr>
                <w:rFonts w:ascii="Poppins" w:hAnsi="Poppins" w:cs="Poppins"/>
                <w:sz w:val="20"/>
              </w:rPr>
              <w:t>F</w:t>
            </w:r>
          </w:p>
        </w:tc>
        <w:tc>
          <w:tcPr>
            <w:tcW w:w="5889" w:type="dxa"/>
          </w:tcPr>
          <w:p w14:paraId="043FC522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Coppia di bocchettoni per gruppi e stazioni solari.</w:t>
            </w:r>
          </w:p>
          <w:p w14:paraId="46804C6E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300FCE4" w14:textId="1C31214F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 xml:space="preserve">Misura: 1" F x 3/4" </w:t>
            </w:r>
            <w:r w:rsidR="00103B88">
              <w:rPr>
                <w:rFonts w:ascii="Poppins" w:hAnsi="Poppins" w:cs="Poppins"/>
                <w:sz w:val="20"/>
              </w:rPr>
              <w:t>F</w:t>
            </w:r>
          </w:p>
          <w:p w14:paraId="17F28402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39C9BCD" w14:textId="2459A43E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b/>
                <w:bCs/>
                <w:sz w:val="20"/>
              </w:rPr>
              <w:t>Marca Emmeti - Modello Coppia di bocchettoni</w:t>
            </w:r>
            <w:r w:rsidR="006F0149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6F0149" w:rsidRPr="006F0149">
              <w:rPr>
                <w:rFonts w:ascii="Poppins" w:hAnsi="Poppins" w:cs="Poppins"/>
                <w:b/>
                <w:bCs/>
                <w:sz w:val="20"/>
              </w:rPr>
              <w:t xml:space="preserve">per gruppi e stazioni solari </w:t>
            </w:r>
            <w:r w:rsidRPr="003E1DB8">
              <w:rPr>
                <w:rFonts w:ascii="Poppins" w:hAnsi="Poppins" w:cs="Poppins"/>
                <w:b/>
                <w:bCs/>
                <w:sz w:val="20"/>
              </w:rPr>
              <w:t xml:space="preserve">1" F x 3/4" </w:t>
            </w:r>
            <w:r w:rsidR="00103B88">
              <w:rPr>
                <w:rFonts w:ascii="Poppins" w:hAnsi="Poppins" w:cs="Poppins"/>
                <w:b/>
                <w:bCs/>
                <w:sz w:val="20"/>
              </w:rPr>
              <w:t>F</w:t>
            </w:r>
            <w:r w:rsidRPr="003E1DB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E1DB8" w:rsidRPr="00B0544D" w14:paraId="46711DF4" w14:textId="77777777" w:rsidTr="00936F47">
        <w:tc>
          <w:tcPr>
            <w:tcW w:w="1299" w:type="dxa"/>
          </w:tcPr>
          <w:p w14:paraId="0BCE0A05" w14:textId="5F7F3214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90028290</w:t>
            </w:r>
          </w:p>
        </w:tc>
        <w:tc>
          <w:tcPr>
            <w:tcW w:w="2310" w:type="dxa"/>
          </w:tcPr>
          <w:p w14:paraId="7A632865" w14:textId="6E6AB32E" w:rsidR="003E1DB8" w:rsidRPr="007C5C61" w:rsidRDefault="003C3061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C3061">
              <w:rPr>
                <w:rFonts w:ascii="Poppins" w:hAnsi="Poppins" w:cs="Poppins"/>
                <w:sz w:val="20"/>
              </w:rPr>
              <w:t>Bocchettoni per gruppi e stazioni solari 1"1/4 F x 1" M</w:t>
            </w:r>
          </w:p>
        </w:tc>
        <w:tc>
          <w:tcPr>
            <w:tcW w:w="5889" w:type="dxa"/>
          </w:tcPr>
          <w:p w14:paraId="4D51251A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Coppia di bocchettoni per gruppi e stazioni solari.</w:t>
            </w:r>
          </w:p>
          <w:p w14:paraId="3D093A2D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609A11F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Misura: 1" F x 3/4" M</w:t>
            </w:r>
          </w:p>
          <w:p w14:paraId="5A76F4C2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911AEF1" w14:textId="0B3A6686" w:rsidR="003E1DB8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F0149">
              <w:rPr>
                <w:rFonts w:ascii="Poppins" w:hAnsi="Poppins" w:cs="Poppins"/>
                <w:b/>
                <w:bCs/>
                <w:sz w:val="20"/>
              </w:rPr>
              <w:t>Marca Emmeti - Modello Bocchettoni per gruppi e stazioni solari 1"1/4 F x 1" M o equivalente.</w:t>
            </w:r>
          </w:p>
        </w:tc>
      </w:tr>
      <w:tr w:rsidR="003E1DB8" w:rsidRPr="00B0544D" w14:paraId="642330A9" w14:textId="77777777" w:rsidTr="00936F47">
        <w:tc>
          <w:tcPr>
            <w:tcW w:w="1299" w:type="dxa"/>
          </w:tcPr>
          <w:p w14:paraId="25D2D833" w14:textId="094C6DC0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02706834</w:t>
            </w:r>
          </w:p>
        </w:tc>
        <w:tc>
          <w:tcPr>
            <w:tcW w:w="2310" w:type="dxa"/>
          </w:tcPr>
          <w:p w14:paraId="24BCF0E6" w14:textId="4E6D942F" w:rsidR="003E1DB8" w:rsidRPr="007C5C61" w:rsidRDefault="00DA1D6B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DA1D6B">
              <w:rPr>
                <w:rFonts w:ascii="Poppins" w:hAnsi="Poppins" w:cs="Poppins"/>
                <w:sz w:val="20"/>
              </w:rPr>
              <w:t>Staffa di fissaggio per vaso di espansione</w:t>
            </w:r>
          </w:p>
        </w:tc>
        <w:tc>
          <w:tcPr>
            <w:tcW w:w="5889" w:type="dxa"/>
          </w:tcPr>
          <w:p w14:paraId="0308DB4B" w14:textId="6EA1D3E6" w:rsidR="00DA1D6B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A1D6B">
              <w:rPr>
                <w:rFonts w:ascii="Poppins" w:hAnsi="Poppins" w:cs="Poppins"/>
                <w:sz w:val="20"/>
              </w:rPr>
              <w:t>Staffa di fissaggio per vaso di espansione con raccordo per vasi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A1D6B">
              <w:rPr>
                <w:rFonts w:ascii="Poppins" w:hAnsi="Poppins" w:cs="Poppins"/>
                <w:sz w:val="20"/>
              </w:rPr>
              <w:t>espansione da 18 o 24 litri.</w:t>
            </w:r>
          </w:p>
          <w:p w14:paraId="05D1850C" w14:textId="77777777" w:rsidR="00DA1D6B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A1D6B">
              <w:rPr>
                <w:rFonts w:ascii="Poppins" w:hAnsi="Poppins" w:cs="Poppins"/>
                <w:sz w:val="20"/>
              </w:rPr>
              <w:t>Staffa a L per il fissaggio a muro del vaso di espansione.</w:t>
            </w:r>
          </w:p>
          <w:p w14:paraId="102BDF5D" w14:textId="24E185F0" w:rsidR="00DA1D6B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A1D6B">
              <w:rPr>
                <w:rFonts w:ascii="Poppins" w:hAnsi="Poppins" w:cs="Poppins"/>
                <w:sz w:val="20"/>
              </w:rPr>
              <w:t>Il raccordo da 3/4" M x 3/4" F è provvisto di una doppia valvola di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A1D6B">
              <w:rPr>
                <w:rFonts w:ascii="Poppins" w:hAnsi="Poppins" w:cs="Poppins"/>
                <w:sz w:val="20"/>
              </w:rPr>
              <w:t>ritorno.</w:t>
            </w:r>
          </w:p>
          <w:p w14:paraId="7E249CE4" w14:textId="77777777" w:rsidR="00DA1D6B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F726F42" w14:textId="656B68D1" w:rsidR="003E1DB8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A1D6B">
              <w:rPr>
                <w:rFonts w:ascii="Poppins" w:hAnsi="Poppins" w:cs="Poppins"/>
                <w:b/>
                <w:bCs/>
                <w:sz w:val="20"/>
              </w:rPr>
              <w:t>Marca Emmeti - Modello Staffa di fissaggio per vaso di espansione o equivalente.</w:t>
            </w:r>
          </w:p>
        </w:tc>
      </w:tr>
      <w:tr w:rsidR="003E1DB8" w:rsidRPr="00B0544D" w14:paraId="601BD78C" w14:textId="77777777" w:rsidTr="00936F47">
        <w:tc>
          <w:tcPr>
            <w:tcW w:w="1299" w:type="dxa"/>
          </w:tcPr>
          <w:p w14:paraId="27EC9F5E" w14:textId="618002AC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02706836</w:t>
            </w:r>
          </w:p>
        </w:tc>
        <w:tc>
          <w:tcPr>
            <w:tcW w:w="2310" w:type="dxa"/>
          </w:tcPr>
          <w:p w14:paraId="3BAAAF8B" w14:textId="42F3FB81" w:rsidR="003E1DB8" w:rsidRPr="007C5C61" w:rsidRDefault="006C7799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C7799">
              <w:rPr>
                <w:rFonts w:ascii="Poppins" w:hAnsi="Poppins" w:cs="Poppins"/>
                <w:sz w:val="20"/>
              </w:rPr>
              <w:t>Kit tubo flessibile per collegamento vaso di espansione L</w:t>
            </w:r>
            <w:r>
              <w:rPr>
                <w:rFonts w:ascii="Poppins" w:hAnsi="Poppins" w:cs="Poppins"/>
                <w:sz w:val="20"/>
              </w:rPr>
              <w:t>=</w:t>
            </w:r>
            <w:r w:rsidRPr="006C7799">
              <w:rPr>
                <w:rFonts w:ascii="Poppins" w:hAnsi="Poppins" w:cs="Poppins"/>
                <w:sz w:val="20"/>
              </w:rPr>
              <w:t>500 mm</w:t>
            </w:r>
          </w:p>
        </w:tc>
        <w:tc>
          <w:tcPr>
            <w:tcW w:w="5889" w:type="dxa"/>
          </w:tcPr>
          <w:p w14:paraId="1765C386" w14:textId="53E9CB9C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Kit tubo flessibile in acciaio inox AISI 304 per il collegamento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317">
              <w:rPr>
                <w:rFonts w:ascii="Poppins" w:hAnsi="Poppins" w:cs="Poppins"/>
                <w:sz w:val="20"/>
              </w:rPr>
              <w:t>vaso di espansione al gruppo di sicurezza.</w:t>
            </w:r>
          </w:p>
          <w:p w14:paraId="4B34FC22" w14:textId="77777777" w:rsidR="00340BD3" w:rsidRPr="00B36317" w:rsidRDefault="00340BD3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60AA9A5" w14:textId="2B8B1920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Filettatura da 3/4"</w:t>
            </w:r>
          </w:p>
          <w:p w14:paraId="521B0119" w14:textId="0834A1C2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Lunghezza flessibile: 500 mm</w:t>
            </w:r>
          </w:p>
          <w:p w14:paraId="662E3D2E" w14:textId="77777777" w:rsidR="00340BD3" w:rsidRPr="00B36317" w:rsidRDefault="00340BD3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105F3F8" w14:textId="33200B2C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Il kit comprende: flessibile, raccordi e guarnizioni</w:t>
            </w:r>
            <w:r w:rsidR="00340BD3">
              <w:rPr>
                <w:rFonts w:ascii="Poppins" w:hAnsi="Poppins" w:cs="Poppins"/>
                <w:sz w:val="20"/>
              </w:rPr>
              <w:t>.</w:t>
            </w:r>
          </w:p>
          <w:p w14:paraId="0C6D73C6" w14:textId="77777777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E1D2B89" w14:textId="3F97C056" w:rsidR="003E1DB8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36317">
              <w:rPr>
                <w:rFonts w:ascii="Poppins" w:hAnsi="Poppins" w:cs="Poppins"/>
                <w:b/>
                <w:bCs/>
                <w:sz w:val="20"/>
              </w:rPr>
              <w:t>Marca Emmeti - Modello Kit tubo flessibile per collegamento vaso di espansione L=500 mm o equivalente.</w:t>
            </w:r>
          </w:p>
        </w:tc>
      </w:tr>
      <w:tr w:rsidR="00B36317" w:rsidRPr="00B0544D" w14:paraId="336D29D2" w14:textId="77777777" w:rsidTr="00936F47">
        <w:tc>
          <w:tcPr>
            <w:tcW w:w="1299" w:type="dxa"/>
          </w:tcPr>
          <w:p w14:paraId="6DE93A6D" w14:textId="450CB73B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02706838</w:t>
            </w:r>
          </w:p>
        </w:tc>
        <w:tc>
          <w:tcPr>
            <w:tcW w:w="2310" w:type="dxa"/>
          </w:tcPr>
          <w:p w14:paraId="27735A04" w14:textId="1382AA81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C7799">
              <w:rPr>
                <w:rFonts w:ascii="Poppins" w:hAnsi="Poppins" w:cs="Poppins"/>
                <w:sz w:val="20"/>
              </w:rPr>
              <w:t>Kit tubo flessibile per collegamento vaso di espansione L</w:t>
            </w:r>
            <w:r>
              <w:rPr>
                <w:rFonts w:ascii="Poppins" w:hAnsi="Poppins" w:cs="Poppins"/>
                <w:sz w:val="20"/>
              </w:rPr>
              <w:t>=10</w:t>
            </w:r>
            <w:r w:rsidRPr="006C7799">
              <w:rPr>
                <w:rFonts w:ascii="Poppins" w:hAnsi="Poppins" w:cs="Poppins"/>
                <w:sz w:val="20"/>
              </w:rPr>
              <w:t>00 mm</w:t>
            </w:r>
          </w:p>
        </w:tc>
        <w:tc>
          <w:tcPr>
            <w:tcW w:w="5889" w:type="dxa"/>
          </w:tcPr>
          <w:p w14:paraId="1A9D9482" w14:textId="77777777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Kit tubo flessibile in acciaio inox AISI 304 per il collegamento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317">
              <w:rPr>
                <w:rFonts w:ascii="Poppins" w:hAnsi="Poppins" w:cs="Poppins"/>
                <w:sz w:val="20"/>
              </w:rPr>
              <w:t>vaso di espansione al gruppo di sicurezza.</w:t>
            </w:r>
          </w:p>
          <w:p w14:paraId="39B80CF2" w14:textId="77777777" w:rsidR="00930446" w:rsidRPr="00B36317" w:rsidRDefault="00930446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A56EECF" w14:textId="1FD729BC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Filettatura da 3/4"</w:t>
            </w:r>
          </w:p>
          <w:p w14:paraId="64143BC9" w14:textId="0FDA597F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 xml:space="preserve">Lunghezza flessibile: </w:t>
            </w:r>
            <w:r>
              <w:rPr>
                <w:rFonts w:ascii="Poppins" w:hAnsi="Poppins" w:cs="Poppins"/>
                <w:sz w:val="20"/>
              </w:rPr>
              <w:t>10</w:t>
            </w:r>
            <w:r w:rsidRPr="00B36317">
              <w:rPr>
                <w:rFonts w:ascii="Poppins" w:hAnsi="Poppins" w:cs="Poppins"/>
                <w:sz w:val="20"/>
              </w:rPr>
              <w:t>00 mm</w:t>
            </w:r>
          </w:p>
          <w:p w14:paraId="33D5DD5F" w14:textId="77777777" w:rsidR="00930446" w:rsidRPr="00B36317" w:rsidRDefault="00930446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7467DE2" w14:textId="58E615F0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Il kit comprende: flessibile, raccordi e guarnizioni</w:t>
            </w:r>
            <w:r w:rsidR="00930446">
              <w:rPr>
                <w:rFonts w:ascii="Poppins" w:hAnsi="Poppins" w:cs="Poppins"/>
                <w:sz w:val="20"/>
              </w:rPr>
              <w:t>.</w:t>
            </w:r>
          </w:p>
          <w:p w14:paraId="66584E92" w14:textId="77777777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F510D05" w14:textId="1E50B3EC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b/>
                <w:bCs/>
                <w:sz w:val="20"/>
              </w:rPr>
              <w:t>Marca Emmeti - Modello Kit tubo flessibile per collegamento vaso di espansione L=</w:t>
            </w:r>
            <w:r>
              <w:rPr>
                <w:rFonts w:ascii="Poppins" w:hAnsi="Poppins" w:cs="Poppins"/>
                <w:b/>
                <w:bCs/>
                <w:sz w:val="20"/>
              </w:rPr>
              <w:t>10</w:t>
            </w:r>
            <w:r w:rsidRPr="00B36317">
              <w:rPr>
                <w:rFonts w:ascii="Poppins" w:hAnsi="Poppins" w:cs="Poppins"/>
                <w:b/>
                <w:bCs/>
                <w:sz w:val="20"/>
              </w:rPr>
              <w:t>00 mm o equivalente.</w:t>
            </w:r>
          </w:p>
        </w:tc>
      </w:tr>
      <w:tr w:rsidR="00B36317" w:rsidRPr="00B0544D" w14:paraId="74EA8179" w14:textId="77777777" w:rsidTr="00936F47">
        <w:tc>
          <w:tcPr>
            <w:tcW w:w="1299" w:type="dxa"/>
          </w:tcPr>
          <w:p w14:paraId="014CA979" w14:textId="15D09DC4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02716644</w:t>
            </w:r>
          </w:p>
        </w:tc>
        <w:tc>
          <w:tcPr>
            <w:tcW w:w="2310" w:type="dxa"/>
          </w:tcPr>
          <w:p w14:paraId="750E44C5" w14:textId="129A3D65" w:rsidR="00B36317" w:rsidRPr="007C5C61" w:rsidRDefault="006B2963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>Regolatore di portata/flussimetro DN15</w:t>
            </w:r>
            <w:r w:rsidR="001E1832">
              <w:rPr>
                <w:rFonts w:ascii="Poppins" w:hAnsi="Poppins" w:cs="Poppins"/>
                <w:sz w:val="20"/>
              </w:rPr>
              <w:t xml:space="preserve"> 2-12 l/min</w:t>
            </w:r>
          </w:p>
        </w:tc>
        <w:tc>
          <w:tcPr>
            <w:tcW w:w="5889" w:type="dxa"/>
          </w:tcPr>
          <w:p w14:paraId="5EC82275" w14:textId="6C997C12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3EDEB932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1739314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9DE068F" w14:textId="7C29036A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65AE80CD" w14:textId="43113E8F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Portata: 2 – 12 l/min</w:t>
            </w:r>
          </w:p>
          <w:p w14:paraId="72903081" w14:textId="0799DA28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20A1C49E" w14:textId="359888BC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E1313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7900AFB2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F713427" w14:textId="7B382B69" w:rsidR="00B36317" w:rsidRPr="00D67D09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DN15</w:t>
            </w:r>
            <w:r w:rsidR="001E1832">
              <w:rPr>
                <w:rFonts w:ascii="Poppins" w:hAnsi="Poppins" w:cs="Poppins"/>
                <w:b/>
                <w:bCs/>
                <w:sz w:val="20"/>
              </w:rPr>
              <w:t xml:space="preserve"> 2-12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67D09" w:rsidRPr="00B0544D" w14:paraId="4BCBE98F" w14:textId="77777777" w:rsidTr="00936F47">
        <w:tc>
          <w:tcPr>
            <w:tcW w:w="1299" w:type="dxa"/>
          </w:tcPr>
          <w:p w14:paraId="6C69547B" w14:textId="37042311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02707750</w:t>
            </w:r>
          </w:p>
        </w:tc>
        <w:tc>
          <w:tcPr>
            <w:tcW w:w="2310" w:type="dxa"/>
          </w:tcPr>
          <w:p w14:paraId="1FDAF343" w14:textId="4747A793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 xml:space="preserve">Regolatore di portata/flussimetro DN15 </w:t>
            </w:r>
            <w:r>
              <w:rPr>
                <w:rFonts w:ascii="Poppins" w:hAnsi="Poppins" w:cs="Poppins"/>
                <w:sz w:val="20"/>
              </w:rPr>
              <w:t>8-38</w:t>
            </w:r>
            <w:r w:rsidR="001E1832">
              <w:rPr>
                <w:rFonts w:ascii="Poppins" w:hAnsi="Poppins" w:cs="Poppins"/>
                <w:sz w:val="20"/>
              </w:rPr>
              <w:t xml:space="preserve"> l/min</w:t>
            </w:r>
          </w:p>
        </w:tc>
        <w:tc>
          <w:tcPr>
            <w:tcW w:w="5889" w:type="dxa"/>
          </w:tcPr>
          <w:p w14:paraId="13BEB2CB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15DDC10F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7441AF9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ACBC5B3" w14:textId="728431A0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466C09DE" w14:textId="5470B99D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 xml:space="preserve">Portata: </w:t>
            </w:r>
            <w:r>
              <w:rPr>
                <w:rFonts w:ascii="Poppins" w:hAnsi="Poppins" w:cs="Poppins"/>
                <w:sz w:val="20"/>
              </w:rPr>
              <w:t>8 - 38</w:t>
            </w:r>
            <w:r w:rsidRPr="00D67D09">
              <w:rPr>
                <w:rFonts w:ascii="Poppins" w:hAnsi="Poppins" w:cs="Poppins"/>
                <w:sz w:val="20"/>
              </w:rPr>
              <w:t xml:space="preserve"> l/min</w:t>
            </w:r>
          </w:p>
          <w:p w14:paraId="39C35913" w14:textId="038DAADC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163CF610" w14:textId="4A293D17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E1313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3BB87437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DB31F7E" w14:textId="014B989D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DN15</w:t>
            </w:r>
            <w:r w:rsidR="001E1832">
              <w:rPr>
                <w:rFonts w:ascii="Poppins" w:hAnsi="Poppins" w:cs="Poppins"/>
                <w:b/>
                <w:bCs/>
                <w:sz w:val="20"/>
              </w:rPr>
              <w:t xml:space="preserve"> 8-38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67D09" w:rsidRPr="00B0544D" w14:paraId="71CBFDCB" w14:textId="77777777" w:rsidTr="00936F47">
        <w:tc>
          <w:tcPr>
            <w:tcW w:w="1299" w:type="dxa"/>
          </w:tcPr>
          <w:p w14:paraId="1DA129CE" w14:textId="7FE5B9E5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02716648</w:t>
            </w:r>
          </w:p>
        </w:tc>
        <w:tc>
          <w:tcPr>
            <w:tcW w:w="2310" w:type="dxa"/>
          </w:tcPr>
          <w:p w14:paraId="4ACD9356" w14:textId="7CE53784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>Regolatore di portata/flussimetro DN</w:t>
            </w:r>
            <w:r w:rsidR="008D6449">
              <w:rPr>
                <w:rFonts w:ascii="Poppins" w:hAnsi="Poppins" w:cs="Poppins"/>
                <w:sz w:val="20"/>
              </w:rPr>
              <w:t>20</w:t>
            </w:r>
            <w:r w:rsidRPr="006B2963">
              <w:rPr>
                <w:rFonts w:ascii="Poppins" w:hAnsi="Poppins" w:cs="Poppins"/>
                <w:sz w:val="20"/>
              </w:rPr>
              <w:t xml:space="preserve"> </w:t>
            </w:r>
            <w:r w:rsidR="008D6449">
              <w:rPr>
                <w:rFonts w:ascii="Poppins" w:hAnsi="Poppins" w:cs="Poppins"/>
                <w:sz w:val="20"/>
              </w:rPr>
              <w:t>5-42</w:t>
            </w:r>
            <w:r w:rsidR="009E1313">
              <w:rPr>
                <w:rFonts w:ascii="Poppins" w:hAnsi="Poppins" w:cs="Poppins"/>
                <w:sz w:val="20"/>
              </w:rPr>
              <w:t xml:space="preserve"> l/min</w:t>
            </w:r>
          </w:p>
        </w:tc>
        <w:tc>
          <w:tcPr>
            <w:tcW w:w="5889" w:type="dxa"/>
          </w:tcPr>
          <w:p w14:paraId="60BE87BB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0869F9FD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4A80559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CE20824" w14:textId="22C08212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265F1AA1" w14:textId="4E4AC1E2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 xml:space="preserve">Portata: </w:t>
            </w:r>
            <w:r w:rsidR="008D6449">
              <w:rPr>
                <w:rFonts w:ascii="Poppins" w:hAnsi="Poppins" w:cs="Poppins"/>
                <w:sz w:val="20"/>
              </w:rPr>
              <w:t>5 - 42</w:t>
            </w:r>
            <w:r w:rsidRPr="00D67D09">
              <w:rPr>
                <w:rFonts w:ascii="Poppins" w:hAnsi="Poppins" w:cs="Poppins"/>
                <w:sz w:val="20"/>
              </w:rPr>
              <w:t xml:space="preserve"> l/min</w:t>
            </w:r>
          </w:p>
          <w:p w14:paraId="298D6C41" w14:textId="24FCD0AC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317EC451" w14:textId="09F4CE75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E1313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673E34EF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B9A195E" w14:textId="5525D9C3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</w:t>
            </w:r>
            <w:r w:rsidR="008D6449"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="009E1313">
              <w:rPr>
                <w:rFonts w:ascii="Poppins" w:hAnsi="Poppins" w:cs="Poppins"/>
                <w:b/>
                <w:bCs/>
                <w:sz w:val="20"/>
              </w:rPr>
              <w:t xml:space="preserve"> 5-42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67D09" w:rsidRPr="00B0544D" w14:paraId="0F512B01" w14:textId="77777777" w:rsidTr="00936F47">
        <w:tc>
          <w:tcPr>
            <w:tcW w:w="1299" w:type="dxa"/>
          </w:tcPr>
          <w:p w14:paraId="4589AA19" w14:textId="41E28A68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02716650</w:t>
            </w:r>
          </w:p>
        </w:tc>
        <w:tc>
          <w:tcPr>
            <w:tcW w:w="2310" w:type="dxa"/>
          </w:tcPr>
          <w:p w14:paraId="4D4F5D18" w14:textId="5CF355A6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>Regolatore di portata/flussimetro DN</w:t>
            </w:r>
            <w:r w:rsidR="008D6449">
              <w:rPr>
                <w:rFonts w:ascii="Poppins" w:hAnsi="Poppins" w:cs="Poppins"/>
                <w:sz w:val="20"/>
              </w:rPr>
              <w:t>20</w:t>
            </w:r>
            <w:r w:rsidRPr="006B2963">
              <w:rPr>
                <w:rFonts w:ascii="Poppins" w:hAnsi="Poppins" w:cs="Poppins"/>
                <w:sz w:val="20"/>
              </w:rPr>
              <w:t xml:space="preserve"> </w:t>
            </w:r>
            <w:r w:rsidR="008D6449">
              <w:rPr>
                <w:rFonts w:ascii="Poppins" w:hAnsi="Poppins" w:cs="Poppins"/>
                <w:sz w:val="20"/>
              </w:rPr>
              <w:t>20-70</w:t>
            </w:r>
            <w:r w:rsidR="009579B1">
              <w:rPr>
                <w:rFonts w:ascii="Poppins" w:hAnsi="Poppins" w:cs="Poppins"/>
                <w:sz w:val="20"/>
              </w:rPr>
              <w:t xml:space="preserve"> l/min</w:t>
            </w:r>
          </w:p>
        </w:tc>
        <w:tc>
          <w:tcPr>
            <w:tcW w:w="5889" w:type="dxa"/>
          </w:tcPr>
          <w:p w14:paraId="5D88ABDD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5F361C4B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9E85AD7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1F1ABAB" w14:textId="3EE262A5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4F53967D" w14:textId="0DEF3CD8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 xml:space="preserve">Portata: </w:t>
            </w:r>
            <w:r w:rsidR="008D6449">
              <w:rPr>
                <w:rFonts w:ascii="Poppins" w:hAnsi="Poppins" w:cs="Poppins"/>
                <w:sz w:val="20"/>
              </w:rPr>
              <w:t>20 - 70</w:t>
            </w:r>
            <w:r w:rsidRPr="00D67D09">
              <w:rPr>
                <w:rFonts w:ascii="Poppins" w:hAnsi="Poppins" w:cs="Poppins"/>
                <w:sz w:val="20"/>
              </w:rPr>
              <w:t xml:space="preserve"> l/min</w:t>
            </w:r>
          </w:p>
          <w:p w14:paraId="54C10B4E" w14:textId="2DFDE956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0CDB9DA2" w14:textId="08AFC210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579B1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603B11B6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8B33DA7" w14:textId="3236F02A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</w:t>
            </w:r>
            <w:r w:rsidR="008D6449"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="009579B1">
              <w:rPr>
                <w:rFonts w:ascii="Poppins" w:hAnsi="Poppins" w:cs="Poppins"/>
                <w:b/>
                <w:bCs/>
                <w:sz w:val="20"/>
              </w:rPr>
              <w:t xml:space="preserve"> 20-70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B36317" w:rsidRPr="00B0544D" w14:paraId="567B99E9" w14:textId="77777777" w:rsidTr="00936F47">
        <w:tc>
          <w:tcPr>
            <w:tcW w:w="1299" w:type="dxa"/>
          </w:tcPr>
          <w:p w14:paraId="21C44520" w14:textId="1DF44221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02708010</w:t>
            </w:r>
          </w:p>
        </w:tc>
        <w:tc>
          <w:tcPr>
            <w:tcW w:w="2310" w:type="dxa"/>
          </w:tcPr>
          <w:p w14:paraId="019CA59C" w14:textId="4440CB17" w:rsidR="00B36317" w:rsidRPr="007C5C61" w:rsidRDefault="000353DF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353DF">
              <w:rPr>
                <w:rFonts w:ascii="Poppins" w:hAnsi="Poppins" w:cs="Poppins"/>
                <w:sz w:val="20"/>
              </w:rPr>
              <w:t>Termostato differenziale TD1</w:t>
            </w:r>
          </w:p>
        </w:tc>
        <w:tc>
          <w:tcPr>
            <w:tcW w:w="5889" w:type="dxa"/>
          </w:tcPr>
          <w:p w14:paraId="05D5B37D" w14:textId="77777777" w:rsidR="00730180" w:rsidRDefault="00251357" w:rsidP="0025135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251357">
              <w:rPr>
                <w:rFonts w:ascii="Poppins" w:hAnsi="Poppins" w:cs="Poppins"/>
                <w:sz w:val="20"/>
              </w:rPr>
              <w:t>Termostato differenziale per la gestione dell’impianto solare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51357">
              <w:rPr>
                <w:rFonts w:ascii="Poppins" w:hAnsi="Poppins" w:cs="Poppins"/>
                <w:sz w:val="20"/>
              </w:rPr>
              <w:t>1 termostato differenziale e 1 termostato di integrazione.</w:t>
            </w:r>
          </w:p>
          <w:p w14:paraId="00C576FC" w14:textId="7976E8E0" w:rsidR="00251357" w:rsidRPr="00251357" w:rsidRDefault="00251357" w:rsidP="0025135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251357">
              <w:rPr>
                <w:rFonts w:ascii="Poppins" w:hAnsi="Poppins" w:cs="Poppins"/>
                <w:sz w:val="20"/>
              </w:rPr>
              <w:t>Completo di 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51357">
              <w:rPr>
                <w:rFonts w:ascii="Poppins" w:hAnsi="Poppins" w:cs="Poppins"/>
                <w:sz w:val="20"/>
              </w:rPr>
              <w:t>sonde PTC + 125°C.</w:t>
            </w:r>
          </w:p>
          <w:p w14:paraId="32725CF7" w14:textId="77777777" w:rsidR="00251357" w:rsidRPr="00251357" w:rsidRDefault="00251357" w:rsidP="0025135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18A01FF" w14:textId="68654B24" w:rsidR="00B36317" w:rsidRPr="00251357" w:rsidRDefault="00251357" w:rsidP="0025135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51357">
              <w:rPr>
                <w:rFonts w:ascii="Poppins" w:hAnsi="Poppins" w:cs="Poppins"/>
                <w:b/>
                <w:bCs/>
                <w:sz w:val="20"/>
              </w:rPr>
              <w:t>Marca Emmeti - Modello Termostato differenziale TD1 o equivalente.</w:t>
            </w:r>
          </w:p>
        </w:tc>
      </w:tr>
      <w:tr w:rsidR="00B36317" w:rsidRPr="00B0544D" w14:paraId="1DB80377" w14:textId="77777777" w:rsidTr="00936F47">
        <w:tc>
          <w:tcPr>
            <w:tcW w:w="1299" w:type="dxa"/>
          </w:tcPr>
          <w:p w14:paraId="23C246B1" w14:textId="51FACA29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02706840</w:t>
            </w:r>
          </w:p>
        </w:tc>
        <w:tc>
          <w:tcPr>
            <w:tcW w:w="2310" w:type="dxa"/>
          </w:tcPr>
          <w:p w14:paraId="6F1EAE71" w14:textId="108D4DE1" w:rsidR="00B36317" w:rsidRPr="007C5C61" w:rsidRDefault="0025135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251357">
              <w:rPr>
                <w:rFonts w:ascii="Poppins" w:hAnsi="Poppins" w:cs="Poppins"/>
                <w:sz w:val="20"/>
              </w:rPr>
              <w:t>Termostato differenziale TD2</w:t>
            </w:r>
          </w:p>
        </w:tc>
        <w:tc>
          <w:tcPr>
            <w:tcW w:w="5889" w:type="dxa"/>
          </w:tcPr>
          <w:p w14:paraId="3CF8F183" w14:textId="698F2C7F" w:rsidR="00730180" w:rsidRPr="00730180" w:rsidRDefault="00730180" w:rsidP="0073018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730180">
              <w:rPr>
                <w:rFonts w:ascii="Poppins" w:hAnsi="Poppins" w:cs="Poppins"/>
                <w:sz w:val="20"/>
              </w:rPr>
              <w:t>Termostato differenziale per la gestione dell’impianto solare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730180">
              <w:rPr>
                <w:rFonts w:ascii="Poppins" w:hAnsi="Poppins" w:cs="Poppins"/>
                <w:sz w:val="20"/>
              </w:rPr>
              <w:t>2 termostati differenziali di cui 1 può essere configurato come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730180">
              <w:rPr>
                <w:rFonts w:ascii="Poppins" w:hAnsi="Poppins" w:cs="Poppins"/>
                <w:sz w:val="20"/>
              </w:rPr>
              <w:t>integrazione/scarico sovratemperatura.</w:t>
            </w:r>
          </w:p>
          <w:p w14:paraId="3555FA0B" w14:textId="43443BC6" w:rsidR="00730180" w:rsidRPr="00730180" w:rsidRDefault="00730180" w:rsidP="0073018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730180">
              <w:rPr>
                <w:rFonts w:ascii="Poppins" w:hAnsi="Poppins" w:cs="Poppins"/>
                <w:sz w:val="20"/>
              </w:rPr>
              <w:t>Completo di 2 sonde PT 1000</w:t>
            </w:r>
            <w:r w:rsidR="000A2B10">
              <w:rPr>
                <w:rFonts w:ascii="Poppins" w:hAnsi="Poppins" w:cs="Poppins"/>
                <w:sz w:val="20"/>
              </w:rPr>
              <w:t xml:space="preserve"> </w:t>
            </w:r>
            <w:r w:rsidRPr="00730180">
              <w:rPr>
                <w:rFonts w:ascii="Poppins" w:hAnsi="Poppins" w:cs="Poppins"/>
                <w:sz w:val="20"/>
              </w:rPr>
              <w:t>+ 160°C e 1 sonda PT 1000 + 200°C.</w:t>
            </w:r>
          </w:p>
          <w:p w14:paraId="3E664E77" w14:textId="77777777" w:rsidR="00730180" w:rsidRPr="00730180" w:rsidRDefault="00730180" w:rsidP="0073018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7172375" w14:textId="75DCF63B" w:rsidR="00B36317" w:rsidRPr="00730180" w:rsidRDefault="00730180" w:rsidP="0073018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30180">
              <w:rPr>
                <w:rFonts w:ascii="Poppins" w:hAnsi="Poppins" w:cs="Poppins"/>
                <w:b/>
                <w:bCs/>
                <w:sz w:val="20"/>
              </w:rPr>
              <w:t>Marca Emmeti - Modello Termostato differenziale TD2 o equivalente.</w:t>
            </w:r>
          </w:p>
        </w:tc>
      </w:tr>
      <w:tr w:rsidR="00B36317" w:rsidRPr="00B0544D" w14:paraId="0B803CE4" w14:textId="77777777" w:rsidTr="00936F47">
        <w:tc>
          <w:tcPr>
            <w:tcW w:w="1299" w:type="dxa"/>
          </w:tcPr>
          <w:p w14:paraId="14104D36" w14:textId="75AE50A4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02708012</w:t>
            </w:r>
          </w:p>
        </w:tc>
        <w:tc>
          <w:tcPr>
            <w:tcW w:w="2310" w:type="dxa"/>
          </w:tcPr>
          <w:p w14:paraId="506EC1EB" w14:textId="1979D1F8" w:rsidR="00B36317" w:rsidRPr="007C5C61" w:rsidRDefault="00662EF4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62EF4">
              <w:rPr>
                <w:rFonts w:ascii="Poppins" w:hAnsi="Poppins" w:cs="Poppins"/>
                <w:sz w:val="20"/>
              </w:rPr>
              <w:t>Sonda PTC + 125°C per TD1</w:t>
            </w:r>
          </w:p>
        </w:tc>
        <w:tc>
          <w:tcPr>
            <w:tcW w:w="5889" w:type="dxa"/>
          </w:tcPr>
          <w:p w14:paraId="0A934215" w14:textId="771D6E12" w:rsidR="00662EF4" w:rsidRPr="00662EF4" w:rsidRDefault="00662EF4" w:rsidP="00662EF4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62EF4">
              <w:rPr>
                <w:rFonts w:ascii="Poppins" w:hAnsi="Poppins" w:cs="Poppins"/>
                <w:sz w:val="20"/>
              </w:rPr>
              <w:t>Sonda ti temperatura PTC + 125°C per termostato differenziale TD1.</w:t>
            </w:r>
          </w:p>
          <w:p w14:paraId="4E5AE277" w14:textId="77777777" w:rsidR="00662EF4" w:rsidRPr="00662EF4" w:rsidRDefault="00662EF4" w:rsidP="00662EF4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4124224" w14:textId="3E2D22B7" w:rsidR="00B36317" w:rsidRPr="00662EF4" w:rsidRDefault="00662EF4" w:rsidP="00662EF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62EF4">
              <w:rPr>
                <w:rFonts w:ascii="Poppins" w:hAnsi="Poppins" w:cs="Poppins"/>
                <w:b/>
                <w:bCs/>
                <w:sz w:val="20"/>
              </w:rPr>
              <w:t>Marca Emmeti - Modello Sonda PTC + 125°C per TD1 o equivalente.</w:t>
            </w:r>
          </w:p>
        </w:tc>
      </w:tr>
      <w:tr w:rsidR="00B36317" w:rsidRPr="00B0544D" w14:paraId="1E6E527A" w14:textId="77777777" w:rsidTr="00936F47">
        <w:tc>
          <w:tcPr>
            <w:tcW w:w="1299" w:type="dxa"/>
          </w:tcPr>
          <w:p w14:paraId="27A13629" w14:textId="2FB3A459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02706844</w:t>
            </w:r>
          </w:p>
        </w:tc>
        <w:tc>
          <w:tcPr>
            <w:tcW w:w="2310" w:type="dxa"/>
          </w:tcPr>
          <w:p w14:paraId="6EA79490" w14:textId="6C463D98" w:rsidR="00B36317" w:rsidRPr="007C5C61" w:rsidRDefault="00FF5520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F5520">
              <w:rPr>
                <w:rFonts w:ascii="Poppins" w:hAnsi="Poppins" w:cs="Poppins"/>
                <w:sz w:val="20"/>
              </w:rPr>
              <w:t>Sonda PT 1000 + 160°C per TD2</w:t>
            </w:r>
          </w:p>
        </w:tc>
        <w:tc>
          <w:tcPr>
            <w:tcW w:w="5889" w:type="dxa"/>
          </w:tcPr>
          <w:p w14:paraId="649E84F3" w14:textId="17FF3B50" w:rsidR="00FF5520" w:rsidRPr="00FF5520" w:rsidRDefault="00FF5520" w:rsidP="00FF552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F5520">
              <w:rPr>
                <w:rFonts w:ascii="Poppins" w:hAnsi="Poppins" w:cs="Poppins"/>
                <w:sz w:val="20"/>
              </w:rPr>
              <w:t>Sonda ti temperatura PT + 160°C per termostato differenziale TD2.</w:t>
            </w:r>
          </w:p>
          <w:p w14:paraId="305F423C" w14:textId="77777777" w:rsidR="00FF5520" w:rsidRPr="00FF5520" w:rsidRDefault="00FF5520" w:rsidP="00FF552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DFB5811" w14:textId="199E0F00" w:rsidR="00B36317" w:rsidRPr="00FF5520" w:rsidRDefault="00FF5520" w:rsidP="00FF552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F5520">
              <w:rPr>
                <w:rFonts w:ascii="Poppins" w:hAnsi="Poppins" w:cs="Poppins"/>
                <w:b/>
                <w:bCs/>
                <w:sz w:val="20"/>
              </w:rPr>
              <w:t>Marca Emmeti - Modello Sonda PTC + 160°C per TD2 o equivalente.</w:t>
            </w:r>
          </w:p>
        </w:tc>
      </w:tr>
      <w:tr w:rsidR="00B36317" w:rsidRPr="00B0544D" w14:paraId="3218737A" w14:textId="77777777" w:rsidTr="00936F47">
        <w:tc>
          <w:tcPr>
            <w:tcW w:w="1299" w:type="dxa"/>
          </w:tcPr>
          <w:p w14:paraId="30FE65F0" w14:textId="481CCB7E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02706842</w:t>
            </w:r>
          </w:p>
        </w:tc>
        <w:tc>
          <w:tcPr>
            <w:tcW w:w="2310" w:type="dxa"/>
          </w:tcPr>
          <w:p w14:paraId="2A99785D" w14:textId="246B9BD8" w:rsidR="00B36317" w:rsidRPr="007C5C61" w:rsidRDefault="005B313A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B313A">
              <w:rPr>
                <w:rFonts w:ascii="Poppins" w:hAnsi="Poppins" w:cs="Poppins"/>
                <w:sz w:val="20"/>
              </w:rPr>
              <w:t>Sonda PT 1000 + 200°C per TD2</w:t>
            </w:r>
          </w:p>
        </w:tc>
        <w:tc>
          <w:tcPr>
            <w:tcW w:w="5889" w:type="dxa"/>
          </w:tcPr>
          <w:p w14:paraId="7E0B8CA8" w14:textId="0BD994DA" w:rsidR="005B313A" w:rsidRPr="005B313A" w:rsidRDefault="005B313A" w:rsidP="005B313A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5B313A">
              <w:rPr>
                <w:rFonts w:ascii="Poppins" w:hAnsi="Poppins" w:cs="Poppins"/>
                <w:sz w:val="20"/>
              </w:rPr>
              <w:t>Sonda ti temperatura PT + 200°C per termostato differenziale TD2.</w:t>
            </w:r>
          </w:p>
          <w:p w14:paraId="1C200DE2" w14:textId="77777777" w:rsidR="005B313A" w:rsidRPr="005B313A" w:rsidRDefault="005B313A" w:rsidP="005B313A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CAB48E5" w14:textId="5728DC7A" w:rsidR="00B36317" w:rsidRPr="005B313A" w:rsidRDefault="005B313A" w:rsidP="005B313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B313A">
              <w:rPr>
                <w:rFonts w:ascii="Poppins" w:hAnsi="Poppins" w:cs="Poppins"/>
                <w:b/>
                <w:bCs/>
                <w:sz w:val="20"/>
              </w:rPr>
              <w:t>Marca Emmeti - Modello Sonda PTC + 200°C per TD2 o equivalente.</w:t>
            </w:r>
          </w:p>
        </w:tc>
      </w:tr>
      <w:tr w:rsidR="00B36317" w:rsidRPr="00B0544D" w14:paraId="2FE46B61" w14:textId="77777777" w:rsidTr="00936F47">
        <w:tc>
          <w:tcPr>
            <w:tcW w:w="1299" w:type="dxa"/>
          </w:tcPr>
          <w:p w14:paraId="42EC7818" w14:textId="0690403A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00510686</w:t>
            </w:r>
          </w:p>
        </w:tc>
        <w:tc>
          <w:tcPr>
            <w:tcW w:w="2310" w:type="dxa"/>
          </w:tcPr>
          <w:p w14:paraId="04C7F7E8" w14:textId="0D09506A" w:rsidR="00B36317" w:rsidRPr="007C5C61" w:rsidRDefault="005B313A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B313A">
              <w:rPr>
                <w:rFonts w:ascii="Poppins" w:hAnsi="Poppins" w:cs="Poppins"/>
                <w:sz w:val="20"/>
              </w:rPr>
              <w:t>Pozzetto per termometro Ø 10 L</w:t>
            </w:r>
            <w:r w:rsidR="005B18CD">
              <w:rPr>
                <w:rFonts w:ascii="Poppins" w:hAnsi="Poppins" w:cs="Poppins"/>
                <w:sz w:val="20"/>
              </w:rPr>
              <w:t>=</w:t>
            </w:r>
            <w:r w:rsidRPr="005B313A">
              <w:rPr>
                <w:rFonts w:ascii="Poppins" w:hAnsi="Poppins" w:cs="Poppins"/>
                <w:sz w:val="20"/>
              </w:rPr>
              <w:t>100 mm</w:t>
            </w:r>
          </w:p>
        </w:tc>
        <w:tc>
          <w:tcPr>
            <w:tcW w:w="5889" w:type="dxa"/>
          </w:tcPr>
          <w:p w14:paraId="1C6EE1EE" w14:textId="77777777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Pozzetto per termometro secondo norme ISPEL con attacco da 1/2" M.</w:t>
            </w:r>
          </w:p>
          <w:p w14:paraId="64DE1C95" w14:textId="77777777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BBCC770" w14:textId="77777777" w:rsidR="005B18CD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Misura: Ø 10 mm</w:t>
            </w:r>
          </w:p>
          <w:p w14:paraId="37FB7804" w14:textId="705B9346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L</w:t>
            </w:r>
            <w:r w:rsidR="005B18CD">
              <w:rPr>
                <w:rFonts w:ascii="Poppins" w:hAnsi="Poppins" w:cs="Poppins"/>
                <w:sz w:val="20"/>
              </w:rPr>
              <w:t xml:space="preserve">unghezza: </w:t>
            </w:r>
            <w:r w:rsidRPr="00FB289C">
              <w:rPr>
                <w:rFonts w:ascii="Poppins" w:hAnsi="Poppins" w:cs="Poppins"/>
                <w:sz w:val="20"/>
              </w:rPr>
              <w:t>100 mm</w:t>
            </w:r>
          </w:p>
          <w:p w14:paraId="4537FCE8" w14:textId="3C724636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0FEE26C0" w14:textId="77777777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67E21D4" w14:textId="77DCE1B6" w:rsidR="00B36317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B289C">
              <w:rPr>
                <w:rFonts w:ascii="Poppins" w:hAnsi="Poppins" w:cs="Poppins"/>
                <w:b/>
                <w:bCs/>
                <w:sz w:val="20"/>
              </w:rPr>
              <w:t>Marca Emmeti – Modello Pozzetto per termometro Ø 10 L</w:t>
            </w:r>
            <w:r w:rsidR="005B18C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FB289C">
              <w:rPr>
                <w:rFonts w:ascii="Poppins" w:hAnsi="Poppins" w:cs="Poppins"/>
                <w:b/>
                <w:bCs/>
                <w:sz w:val="20"/>
              </w:rPr>
              <w:t>100 mm o equivalente.</w:t>
            </w:r>
          </w:p>
        </w:tc>
      </w:tr>
      <w:tr w:rsidR="00B36317" w:rsidRPr="00B0544D" w14:paraId="0BD7AD9F" w14:textId="77777777" w:rsidTr="00936F47">
        <w:tc>
          <w:tcPr>
            <w:tcW w:w="1299" w:type="dxa"/>
          </w:tcPr>
          <w:p w14:paraId="76264778" w14:textId="6887C7FE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02716711</w:t>
            </w:r>
          </w:p>
        </w:tc>
        <w:tc>
          <w:tcPr>
            <w:tcW w:w="2310" w:type="dxa"/>
          </w:tcPr>
          <w:p w14:paraId="3590BE2E" w14:textId="74DB86A3" w:rsidR="00B36317" w:rsidRPr="007C5C61" w:rsidRDefault="00433232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33232">
              <w:rPr>
                <w:rFonts w:ascii="Poppins" w:hAnsi="Poppins" w:cs="Poppins"/>
                <w:sz w:val="20"/>
              </w:rPr>
              <w:t>Regolatore differenziale di temperatura EMCS 2015</w:t>
            </w:r>
          </w:p>
        </w:tc>
        <w:tc>
          <w:tcPr>
            <w:tcW w:w="5889" w:type="dxa"/>
          </w:tcPr>
          <w:p w14:paraId="7C9BECF9" w14:textId="3DBCC44C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Regolatore differenziale di temperatura per impianti a collettori solari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o con caldaie a combustibile solido, dotato di 4 ingressi per sonde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temperatura PT1000, 2 uscite on/off a relè sotto tensione, 1 uscita PWM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/ 0-10 V per il controllo di circolatori ad alta efficienza, connessione</w:t>
            </w:r>
          </w:p>
          <w:p w14:paraId="7C5FDC47" w14:textId="7E74124E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esterna tramite CAN-Bus per la gestione dell’impianto anche a distanza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mediate rete locale o internet.</w:t>
            </w:r>
          </w:p>
          <w:p w14:paraId="05BF1A8F" w14:textId="136F5E6C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27 schemi idraulici selezionabili con la possibilità di poter attivare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funzioni aggiuntive per i relè non utilizzati.</w:t>
            </w:r>
          </w:p>
          <w:p w14:paraId="0F6A8411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Visualizzazione delle temperature misurate e dello stato dei relè.</w:t>
            </w:r>
          </w:p>
          <w:p w14:paraId="045948C9" w14:textId="5ABD8DAB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Completo di orologio e batteria tampone (autonomia 24 H)</w:t>
            </w:r>
            <w:r w:rsidR="00C24A55">
              <w:rPr>
                <w:rFonts w:ascii="Poppins" w:hAnsi="Poppins" w:cs="Poppins"/>
                <w:sz w:val="20"/>
              </w:rPr>
              <w:t>.</w:t>
            </w:r>
          </w:p>
          <w:p w14:paraId="7049FADE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12A0B29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62C65">
              <w:rPr>
                <w:rFonts w:ascii="Poppins" w:hAnsi="Poppins" w:cs="Poppins"/>
                <w:b/>
                <w:bCs/>
                <w:sz w:val="20"/>
              </w:rPr>
              <w:t>Funzioni:</w:t>
            </w:r>
          </w:p>
          <w:p w14:paraId="24FB0F1E" w14:textId="167C300D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Contabilizzazione del calore</w:t>
            </w:r>
          </w:p>
          <w:p w14:paraId="4E7FC8F7" w14:textId="62E16817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Protezione del sistema, del collettore solare e del bollitore</w:t>
            </w:r>
          </w:p>
          <w:p w14:paraId="174D881F" w14:textId="7C631FE1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Antilegionella</w:t>
            </w:r>
          </w:p>
          <w:p w14:paraId="146BBF51" w14:textId="01CAFFAA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lastRenderedPageBreak/>
              <w:t>Protezione antigelo</w:t>
            </w:r>
          </w:p>
          <w:p w14:paraId="049746CB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CDCC0A8" w14:textId="202C302C" w:rsidR="00B36317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62C65">
              <w:rPr>
                <w:rFonts w:ascii="Poppins" w:hAnsi="Poppins" w:cs="Poppins"/>
                <w:b/>
                <w:bCs/>
                <w:sz w:val="20"/>
              </w:rPr>
              <w:t>Marca Emmeti - Modello Regolatore differenziale di temperatura EMCS 2015 o equivalente.</w:t>
            </w:r>
          </w:p>
        </w:tc>
      </w:tr>
      <w:tr w:rsidR="00B36317" w:rsidRPr="00B0544D" w14:paraId="3F8FDCCF" w14:textId="77777777" w:rsidTr="00936F47">
        <w:tc>
          <w:tcPr>
            <w:tcW w:w="1299" w:type="dxa"/>
          </w:tcPr>
          <w:p w14:paraId="35694282" w14:textId="5A2FFCC1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02716616</w:t>
            </w:r>
          </w:p>
        </w:tc>
        <w:tc>
          <w:tcPr>
            <w:tcW w:w="2310" w:type="dxa"/>
          </w:tcPr>
          <w:p w14:paraId="22294254" w14:textId="6FF23E3C" w:rsidR="00B36317" w:rsidRPr="007C5C61" w:rsidRDefault="00002CC3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02CC3">
              <w:rPr>
                <w:rFonts w:ascii="Poppins" w:hAnsi="Poppins" w:cs="Poppins"/>
                <w:sz w:val="20"/>
              </w:rPr>
              <w:t>Kit protezione sovratensione</w:t>
            </w:r>
          </w:p>
        </w:tc>
        <w:tc>
          <w:tcPr>
            <w:tcW w:w="5889" w:type="dxa"/>
          </w:tcPr>
          <w:p w14:paraId="1CFFF21A" w14:textId="77777777" w:rsidR="00002CC3" w:rsidRPr="00002CC3" w:rsidRDefault="00002CC3" w:rsidP="00002CC3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002CC3">
              <w:rPr>
                <w:rFonts w:ascii="Poppins" w:hAnsi="Poppins" w:cs="Poppins"/>
                <w:sz w:val="20"/>
              </w:rPr>
              <w:t>Kit di protezione da sovratensione.</w:t>
            </w:r>
          </w:p>
          <w:p w14:paraId="21F78AA4" w14:textId="77777777" w:rsidR="00002CC3" w:rsidRPr="00002CC3" w:rsidRDefault="00002CC3" w:rsidP="00002CC3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3E266D6" w14:textId="308E7C16" w:rsidR="00B36317" w:rsidRPr="00002CC3" w:rsidRDefault="00002CC3" w:rsidP="00002CC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02CC3">
              <w:rPr>
                <w:rFonts w:ascii="Poppins" w:hAnsi="Poppins" w:cs="Poppins"/>
                <w:b/>
                <w:bCs/>
                <w:sz w:val="20"/>
              </w:rPr>
              <w:t>Marca Emmeti - Modello Kit protezione sovratensione o equivalente.</w:t>
            </w:r>
          </w:p>
        </w:tc>
      </w:tr>
      <w:tr w:rsidR="00B36317" w:rsidRPr="00B0544D" w14:paraId="25C457A2" w14:textId="77777777" w:rsidTr="00936F47">
        <w:tc>
          <w:tcPr>
            <w:tcW w:w="1299" w:type="dxa"/>
          </w:tcPr>
          <w:p w14:paraId="31C58C3C" w14:textId="62823C77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02716612</w:t>
            </w:r>
          </w:p>
        </w:tc>
        <w:tc>
          <w:tcPr>
            <w:tcW w:w="2310" w:type="dxa"/>
          </w:tcPr>
          <w:p w14:paraId="02A1A567" w14:textId="162303B2" w:rsidR="00B36317" w:rsidRPr="007C5C61" w:rsidRDefault="008362EF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362EF">
              <w:rPr>
                <w:rFonts w:ascii="Poppins" w:hAnsi="Poppins" w:cs="Poppins"/>
                <w:sz w:val="20"/>
              </w:rPr>
              <w:t>Sonda di temperatura ad immersione con cavo da 2 m</w:t>
            </w:r>
          </w:p>
        </w:tc>
        <w:tc>
          <w:tcPr>
            <w:tcW w:w="5889" w:type="dxa"/>
          </w:tcPr>
          <w:p w14:paraId="0359D9D5" w14:textId="17545BC2" w:rsidR="008362EF" w:rsidRPr="008362EF" w:rsidRDefault="008362EF" w:rsidP="008362EF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362EF">
              <w:rPr>
                <w:rFonts w:ascii="Poppins" w:hAnsi="Poppins" w:cs="Poppins"/>
                <w:sz w:val="20"/>
              </w:rPr>
              <w:t>Sonda di temperatura ad immersione PT1000 + 180°C con cavo in silicone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362EF">
              <w:rPr>
                <w:rFonts w:ascii="Poppins" w:hAnsi="Poppins" w:cs="Poppins"/>
                <w:sz w:val="20"/>
              </w:rPr>
              <w:t>da 1,5 metri, Ø 5,5 mm</w:t>
            </w:r>
            <w:r w:rsidR="004015E0">
              <w:rPr>
                <w:rFonts w:ascii="Poppins" w:hAnsi="Poppins" w:cs="Poppins"/>
                <w:sz w:val="20"/>
              </w:rPr>
              <w:t>.</w:t>
            </w:r>
          </w:p>
          <w:p w14:paraId="2906755B" w14:textId="77777777" w:rsidR="008362EF" w:rsidRPr="008362EF" w:rsidRDefault="008362EF" w:rsidP="008362EF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E531E76" w14:textId="77D0E7A4" w:rsidR="00B36317" w:rsidRPr="008362EF" w:rsidRDefault="008362EF" w:rsidP="008362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362EF">
              <w:rPr>
                <w:rFonts w:ascii="Poppins" w:hAnsi="Poppins" w:cs="Poppins"/>
                <w:b/>
                <w:bCs/>
                <w:sz w:val="20"/>
              </w:rPr>
              <w:t>Marca Emmeti - Modello Sonda di temperatura ad immersione con cavo da 2 m o equivalente.</w:t>
            </w:r>
          </w:p>
        </w:tc>
      </w:tr>
      <w:tr w:rsidR="00B36317" w:rsidRPr="00B0544D" w14:paraId="5688EFFD" w14:textId="77777777" w:rsidTr="00936F47">
        <w:tc>
          <w:tcPr>
            <w:tcW w:w="1299" w:type="dxa"/>
          </w:tcPr>
          <w:p w14:paraId="7FDFBA2D" w14:textId="730DD0B3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02716614</w:t>
            </w:r>
          </w:p>
        </w:tc>
        <w:tc>
          <w:tcPr>
            <w:tcW w:w="2310" w:type="dxa"/>
          </w:tcPr>
          <w:p w14:paraId="44F6472F" w14:textId="2FA87F1F" w:rsidR="00B36317" w:rsidRPr="007C5C61" w:rsidRDefault="00FD2F7D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D2F7D">
              <w:rPr>
                <w:rFonts w:ascii="Poppins" w:hAnsi="Poppins" w:cs="Poppins"/>
                <w:sz w:val="20"/>
              </w:rPr>
              <w:t>Sonda di temperatura a contatto con cavo da 1</w:t>
            </w:r>
            <w:r w:rsidR="0006015F">
              <w:rPr>
                <w:rFonts w:ascii="Poppins" w:hAnsi="Poppins" w:cs="Poppins"/>
                <w:sz w:val="20"/>
              </w:rPr>
              <w:t>,</w:t>
            </w:r>
            <w:r w:rsidRPr="00FD2F7D">
              <w:rPr>
                <w:rFonts w:ascii="Poppins" w:hAnsi="Poppins" w:cs="Poppins"/>
                <w:sz w:val="20"/>
              </w:rPr>
              <w:t>5 m</w:t>
            </w:r>
          </w:p>
        </w:tc>
        <w:tc>
          <w:tcPr>
            <w:tcW w:w="5889" w:type="dxa"/>
          </w:tcPr>
          <w:p w14:paraId="2120EB0B" w14:textId="30B7E8FA" w:rsidR="00FD2F7D" w:rsidRPr="00FD2F7D" w:rsidRDefault="00FD2F7D" w:rsidP="00FD2F7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D2F7D">
              <w:rPr>
                <w:rFonts w:ascii="Poppins" w:hAnsi="Poppins" w:cs="Poppins"/>
                <w:sz w:val="20"/>
              </w:rPr>
              <w:t>Sonda di temperatura a contatto PT1000 + 180°C con cavo in silicone da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D2F7D">
              <w:rPr>
                <w:rFonts w:ascii="Poppins" w:hAnsi="Poppins" w:cs="Poppins"/>
                <w:sz w:val="20"/>
              </w:rPr>
              <w:t>1,5 metri.</w:t>
            </w:r>
          </w:p>
          <w:p w14:paraId="06E5DA91" w14:textId="77777777" w:rsidR="00FD2F7D" w:rsidRPr="00FD2F7D" w:rsidRDefault="00FD2F7D" w:rsidP="00FD2F7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715B336" w14:textId="14493EFA" w:rsidR="00B36317" w:rsidRPr="00FD2F7D" w:rsidRDefault="00FD2F7D" w:rsidP="00FD2F7D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D2F7D">
              <w:rPr>
                <w:rFonts w:ascii="Poppins" w:hAnsi="Poppins" w:cs="Poppins"/>
                <w:b/>
                <w:bCs/>
                <w:sz w:val="20"/>
              </w:rPr>
              <w:t>Marca Emmeti - Modello Sonda di temperatura a contatto con cavo da 1</w:t>
            </w:r>
            <w:r w:rsidR="0006015F">
              <w:rPr>
                <w:rFonts w:ascii="Poppins" w:hAnsi="Poppins" w:cs="Poppins"/>
                <w:b/>
                <w:bCs/>
                <w:sz w:val="20"/>
              </w:rPr>
              <w:t>,</w:t>
            </w:r>
            <w:r w:rsidRPr="00FD2F7D">
              <w:rPr>
                <w:rFonts w:ascii="Poppins" w:hAnsi="Poppins" w:cs="Poppins"/>
                <w:b/>
                <w:bCs/>
                <w:sz w:val="20"/>
              </w:rPr>
              <w:t>5 m o equivalente.</w:t>
            </w:r>
          </w:p>
        </w:tc>
      </w:tr>
      <w:tr w:rsidR="00B36317" w:rsidRPr="00B0544D" w14:paraId="363D7D4E" w14:textId="77777777" w:rsidTr="00936F47">
        <w:tc>
          <w:tcPr>
            <w:tcW w:w="1299" w:type="dxa"/>
          </w:tcPr>
          <w:p w14:paraId="449013A8" w14:textId="0C063D27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28140020</w:t>
            </w:r>
          </w:p>
        </w:tc>
        <w:tc>
          <w:tcPr>
            <w:tcW w:w="2310" w:type="dxa"/>
          </w:tcPr>
          <w:p w14:paraId="664EE4BA" w14:textId="31083EA7" w:rsidR="00B36317" w:rsidRPr="007C5C61" w:rsidRDefault="00C37768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37768">
              <w:rPr>
                <w:rFonts w:ascii="Poppins" w:hAnsi="Poppins" w:cs="Poppins"/>
                <w:sz w:val="20"/>
              </w:rPr>
              <w:t>Valvola di sfiato per solare termico</w:t>
            </w:r>
          </w:p>
        </w:tc>
        <w:tc>
          <w:tcPr>
            <w:tcW w:w="5889" w:type="dxa"/>
          </w:tcPr>
          <w:p w14:paraId="0534C50C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Valvola di sfiato per impianti solari ad alta temperature.</w:t>
            </w:r>
          </w:p>
          <w:p w14:paraId="547822F8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FE2541F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B097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8C1DC70" w14:textId="1DB05F03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Corpo e coperchio in ottone ST UNI EN 12165 CW 617 N</w:t>
            </w:r>
          </w:p>
          <w:p w14:paraId="503290D9" w14:textId="1239C36B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Galleggiante in polietilene</w:t>
            </w:r>
          </w:p>
          <w:p w14:paraId="3EEBBEB5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4FFF27A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B09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A063286" w14:textId="58BC4BDF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Misura: 1/2" M</w:t>
            </w:r>
          </w:p>
          <w:p w14:paraId="7ACD106C" w14:textId="4AB79DA0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Temperatura max: 150 °C</w:t>
            </w:r>
          </w:p>
          <w:p w14:paraId="27FC05F5" w14:textId="0126E762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Pressione max: 10 bar</w:t>
            </w:r>
          </w:p>
          <w:p w14:paraId="0A7D5243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BA9A575" w14:textId="40A165CA" w:rsidR="00B36317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B0975">
              <w:rPr>
                <w:rFonts w:ascii="Poppins" w:hAnsi="Poppins" w:cs="Poppins"/>
                <w:b/>
                <w:bCs/>
                <w:sz w:val="20"/>
              </w:rPr>
              <w:t>Marca Emmeti - Modello Valvola di sfiato per solare termico o equivalente.</w:t>
            </w:r>
          </w:p>
        </w:tc>
      </w:tr>
      <w:tr w:rsidR="00B36317" w:rsidRPr="00B0544D" w14:paraId="3885B38F" w14:textId="77777777" w:rsidTr="00936F47">
        <w:tc>
          <w:tcPr>
            <w:tcW w:w="1299" w:type="dxa"/>
          </w:tcPr>
          <w:p w14:paraId="657BDF13" w14:textId="51AAE270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02707898</w:t>
            </w:r>
          </w:p>
        </w:tc>
        <w:tc>
          <w:tcPr>
            <w:tcW w:w="2310" w:type="dxa"/>
          </w:tcPr>
          <w:p w14:paraId="5C29C1BA" w14:textId="22ABD163" w:rsidR="00B36317" w:rsidRPr="007C5C61" w:rsidRDefault="00480CC1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Valvola di carico/scarico impianto</w:t>
            </w:r>
            <w:r w:rsidR="00EB606C">
              <w:rPr>
                <w:rFonts w:ascii="Poppins" w:hAnsi="Poppins" w:cs="Poppins"/>
                <w:sz w:val="20"/>
              </w:rPr>
              <w:t xml:space="preserve"> </w:t>
            </w:r>
            <w:r w:rsidRPr="00480CC1">
              <w:rPr>
                <w:rFonts w:ascii="Poppins" w:hAnsi="Poppins" w:cs="Poppins"/>
                <w:sz w:val="20"/>
              </w:rPr>
              <w:t>1"</w:t>
            </w:r>
          </w:p>
        </w:tc>
        <w:tc>
          <w:tcPr>
            <w:tcW w:w="5889" w:type="dxa"/>
          </w:tcPr>
          <w:p w14:paraId="161B8951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Valvola di carico e scarico impianto solare da 1".</w:t>
            </w:r>
          </w:p>
          <w:p w14:paraId="396FA737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B6ECB11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80CC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470F5BC" w14:textId="7AA7C29B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Temperatura: 120°C continua (max 160°C per 20 sec.)</w:t>
            </w:r>
          </w:p>
          <w:p w14:paraId="6C900DBA" w14:textId="6AE189C9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Pressione nominale: PN 10</w:t>
            </w:r>
          </w:p>
          <w:p w14:paraId="6D6B9001" w14:textId="696FD66F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Attacchi 1" F</w:t>
            </w:r>
          </w:p>
          <w:p w14:paraId="528064E2" w14:textId="02824841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Rubinetti laterali da 3/4" m per attacco portagomma</w:t>
            </w:r>
          </w:p>
          <w:p w14:paraId="22AB08F2" w14:textId="5B1A969D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lastRenderedPageBreak/>
              <w:t>Portate fino a 70 l/min</w:t>
            </w:r>
          </w:p>
          <w:p w14:paraId="1682F366" w14:textId="2610FD4D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Kvs: 17,0</w:t>
            </w:r>
          </w:p>
          <w:p w14:paraId="38C04E79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8F9F701" w14:textId="2A265D19" w:rsidR="00B36317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80CC1">
              <w:rPr>
                <w:rFonts w:ascii="Poppins" w:hAnsi="Poppins" w:cs="Poppins"/>
                <w:b/>
                <w:bCs/>
                <w:sz w:val="20"/>
              </w:rPr>
              <w:t xml:space="preserve">Marca Emmeti - Modello Valvola di carico/scarico impianto </w:t>
            </w:r>
            <w:r w:rsidR="00EB606C">
              <w:rPr>
                <w:rFonts w:ascii="Poppins" w:hAnsi="Poppins" w:cs="Poppins"/>
                <w:b/>
                <w:bCs/>
                <w:sz w:val="20"/>
              </w:rPr>
              <w:t xml:space="preserve">1” </w:t>
            </w:r>
            <w:r w:rsidRPr="00480CC1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36317" w:rsidRPr="00B0544D" w14:paraId="0147D7D8" w14:textId="77777777" w:rsidTr="00936F47">
        <w:tc>
          <w:tcPr>
            <w:tcW w:w="1299" w:type="dxa"/>
          </w:tcPr>
          <w:p w14:paraId="1EB449EB" w14:textId="220F7D39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00206122</w:t>
            </w:r>
          </w:p>
        </w:tc>
        <w:tc>
          <w:tcPr>
            <w:tcW w:w="2310" w:type="dxa"/>
          </w:tcPr>
          <w:p w14:paraId="05848402" w14:textId="5A62D5E6" w:rsidR="00B36317" w:rsidRPr="007C5C61" w:rsidRDefault="00052AB4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52AB4">
              <w:rPr>
                <w:rFonts w:ascii="Poppins" w:hAnsi="Poppins" w:cs="Poppins"/>
                <w:sz w:val="20"/>
              </w:rPr>
              <w:t xml:space="preserve">Valvola di sicurezza </w:t>
            </w:r>
            <w:r w:rsidR="008D71C2">
              <w:rPr>
                <w:rFonts w:ascii="Poppins" w:hAnsi="Poppins" w:cs="Poppins"/>
                <w:sz w:val="20"/>
              </w:rPr>
              <w:t xml:space="preserve">Sicura HT </w:t>
            </w:r>
            <w:r w:rsidRPr="00052AB4">
              <w:rPr>
                <w:rFonts w:ascii="Poppins" w:hAnsi="Poppins" w:cs="Poppins"/>
                <w:sz w:val="20"/>
              </w:rPr>
              <w:t xml:space="preserve">per solare alta temperatura 1/2" F x 3/4" F </w:t>
            </w:r>
            <w:r w:rsidR="008D71C2">
              <w:rPr>
                <w:rFonts w:ascii="Poppins" w:hAnsi="Poppins" w:cs="Poppins"/>
                <w:sz w:val="20"/>
              </w:rPr>
              <w:t xml:space="preserve">da </w:t>
            </w:r>
            <w:r w:rsidRPr="00052AB4">
              <w:rPr>
                <w:rFonts w:ascii="Poppins" w:hAnsi="Poppins" w:cs="Poppins"/>
                <w:sz w:val="20"/>
              </w:rPr>
              <w:t>4 bar</w:t>
            </w:r>
          </w:p>
        </w:tc>
        <w:tc>
          <w:tcPr>
            <w:tcW w:w="5889" w:type="dxa"/>
          </w:tcPr>
          <w:p w14:paraId="2F798670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Valvola di sicurezza per impianti solari ad alta temperatura.</w:t>
            </w:r>
          </w:p>
          <w:p w14:paraId="642752C6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39F58D6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31FDA98" w14:textId="18430A05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Corpo e ghiera in ottone ST UNI EN 12165 CW617N</w:t>
            </w:r>
          </w:p>
          <w:p w14:paraId="1811AC53" w14:textId="5EE427DF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Molla in acciaio inox AISI</w:t>
            </w:r>
          </w:p>
          <w:p w14:paraId="790C9AFB" w14:textId="71DA8FD8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Manopola e cappuccio in PA6</w:t>
            </w:r>
          </w:p>
          <w:p w14:paraId="73A27D2D" w14:textId="68CD38A5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Membrana in silicone</w:t>
            </w:r>
          </w:p>
          <w:p w14:paraId="3BA91A10" w14:textId="2402F06E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Ghiera regolazione in PPS</w:t>
            </w:r>
          </w:p>
          <w:p w14:paraId="6159B53F" w14:textId="1FCE6150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Asta e disco in ottone TN UNI EN 12164 CW614M</w:t>
            </w:r>
          </w:p>
          <w:p w14:paraId="498B1F22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9362EBE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EAC3599" w14:textId="32FC7F15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Misura: 1/2" F x 3/4" F</w:t>
            </w:r>
          </w:p>
          <w:p w14:paraId="1F90EAC0" w14:textId="1BA408B2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Pressione: 4 bar</w:t>
            </w:r>
          </w:p>
          <w:p w14:paraId="158A9C1F" w14:textId="3BCFF5F5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Temperatura max: 160°C</w:t>
            </w:r>
          </w:p>
          <w:p w14:paraId="019418F9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7C8E6B7" w14:textId="48A0891A" w:rsidR="00B36317" w:rsidRPr="008B7AF7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Marca Emmeti - Modello Valvola di sicurezza Sicura </w:t>
            </w:r>
            <w:r w:rsidR="008D71C2">
              <w:rPr>
                <w:rFonts w:ascii="Poppins" w:hAnsi="Poppins" w:cs="Poppins"/>
                <w:b/>
                <w:bCs/>
                <w:sz w:val="20"/>
              </w:rPr>
              <w:t>HT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D71C2" w:rsidRPr="008D71C2">
              <w:rPr>
                <w:rFonts w:ascii="Poppins" w:hAnsi="Poppins" w:cs="Poppins"/>
                <w:b/>
                <w:bCs/>
                <w:sz w:val="20"/>
              </w:rPr>
              <w:t xml:space="preserve">per solare alta temperatura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1/2" F x 3/4" F </w:t>
            </w:r>
            <w:r w:rsidR="008D71C2">
              <w:rPr>
                <w:rFonts w:ascii="Poppins" w:hAnsi="Poppins" w:cs="Poppins"/>
                <w:b/>
                <w:bCs/>
                <w:sz w:val="20"/>
              </w:rPr>
              <w:t xml:space="preserve">da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>4 bar o equivalente.</w:t>
            </w:r>
          </w:p>
        </w:tc>
      </w:tr>
      <w:tr w:rsidR="008B7AF7" w:rsidRPr="00B0544D" w14:paraId="40686FED" w14:textId="77777777" w:rsidTr="00936F47">
        <w:tc>
          <w:tcPr>
            <w:tcW w:w="1299" w:type="dxa"/>
          </w:tcPr>
          <w:p w14:paraId="44E0FE45" w14:textId="4508D6C1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00206124</w:t>
            </w:r>
          </w:p>
        </w:tc>
        <w:tc>
          <w:tcPr>
            <w:tcW w:w="2310" w:type="dxa"/>
          </w:tcPr>
          <w:p w14:paraId="0687647A" w14:textId="1397BAD6" w:rsidR="008B7AF7" w:rsidRPr="007C5C61" w:rsidRDefault="00E11BD2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52AB4">
              <w:rPr>
                <w:rFonts w:ascii="Poppins" w:hAnsi="Poppins" w:cs="Poppins"/>
                <w:sz w:val="20"/>
              </w:rPr>
              <w:t xml:space="preserve">Valvola di sicurezza </w:t>
            </w:r>
            <w:r>
              <w:rPr>
                <w:rFonts w:ascii="Poppins" w:hAnsi="Poppins" w:cs="Poppins"/>
                <w:sz w:val="20"/>
              </w:rPr>
              <w:t xml:space="preserve">Sicura HT </w:t>
            </w:r>
            <w:r w:rsidRPr="00052AB4">
              <w:rPr>
                <w:rFonts w:ascii="Poppins" w:hAnsi="Poppins" w:cs="Poppins"/>
                <w:sz w:val="20"/>
              </w:rPr>
              <w:t xml:space="preserve">per solare alta temperatura </w:t>
            </w:r>
            <w:r w:rsidR="008B7AF7" w:rsidRPr="00052AB4">
              <w:rPr>
                <w:rFonts w:ascii="Poppins" w:hAnsi="Poppins" w:cs="Poppins"/>
                <w:sz w:val="20"/>
              </w:rPr>
              <w:t xml:space="preserve">1/2" F x 3/4" F </w:t>
            </w:r>
            <w:r>
              <w:rPr>
                <w:rFonts w:ascii="Poppins" w:hAnsi="Poppins" w:cs="Poppins"/>
                <w:sz w:val="20"/>
              </w:rPr>
              <w:t xml:space="preserve">da </w:t>
            </w:r>
            <w:r w:rsidR="008B7AF7">
              <w:rPr>
                <w:rFonts w:ascii="Poppins" w:hAnsi="Poppins" w:cs="Poppins"/>
                <w:sz w:val="20"/>
              </w:rPr>
              <w:t>6</w:t>
            </w:r>
            <w:r w:rsidR="008B7AF7" w:rsidRPr="00052AB4">
              <w:rPr>
                <w:rFonts w:ascii="Poppins" w:hAnsi="Poppins" w:cs="Poppins"/>
                <w:sz w:val="20"/>
              </w:rPr>
              <w:t xml:space="preserve"> bar</w:t>
            </w:r>
          </w:p>
        </w:tc>
        <w:tc>
          <w:tcPr>
            <w:tcW w:w="5889" w:type="dxa"/>
          </w:tcPr>
          <w:p w14:paraId="16C5D6BF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Valvola di sicurezza per impianti solari ad alta temperatura.</w:t>
            </w:r>
          </w:p>
          <w:p w14:paraId="3ECC2219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844E236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5A7163F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Corpo e ghiera in ottone ST UNI EN 12165 CW617N</w:t>
            </w:r>
          </w:p>
          <w:p w14:paraId="360D468E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Molla in acciaio inox AISI</w:t>
            </w:r>
          </w:p>
          <w:p w14:paraId="36587CFE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Manopola e cappuccio in PA6</w:t>
            </w:r>
          </w:p>
          <w:p w14:paraId="7BBFFA15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Membrana in silicone</w:t>
            </w:r>
          </w:p>
          <w:p w14:paraId="0EE9E15B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Ghiera regolazione in PPS</w:t>
            </w:r>
          </w:p>
          <w:p w14:paraId="3D771EED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Asta e disco in ottone TN UNI EN 12164 CW614M</w:t>
            </w:r>
          </w:p>
          <w:p w14:paraId="1DEA2CC9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BC4E7D2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FE441A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Misura: 1/2" F x 3/4" F</w:t>
            </w:r>
          </w:p>
          <w:p w14:paraId="348740A2" w14:textId="36A6D36E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 xml:space="preserve">Pressione: </w:t>
            </w:r>
            <w:r>
              <w:rPr>
                <w:rFonts w:ascii="Poppins" w:hAnsi="Poppins" w:cs="Poppins"/>
                <w:sz w:val="20"/>
              </w:rPr>
              <w:t>6</w:t>
            </w:r>
            <w:r w:rsidRPr="008B7AF7">
              <w:rPr>
                <w:rFonts w:ascii="Poppins" w:hAnsi="Poppins" w:cs="Poppins"/>
                <w:sz w:val="20"/>
              </w:rPr>
              <w:t xml:space="preserve"> bar</w:t>
            </w:r>
          </w:p>
          <w:p w14:paraId="43C7609E" w14:textId="0B7572A6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Temperatura max: 160°C</w:t>
            </w:r>
          </w:p>
          <w:p w14:paraId="52D2581A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32653C5" w14:textId="6F83CA0E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</w:t>
            </w:r>
            <w:r w:rsidR="00E11BD2" w:rsidRPr="00E11BD2">
              <w:rPr>
                <w:rFonts w:ascii="Poppins" w:hAnsi="Poppins" w:cs="Poppins"/>
                <w:b/>
                <w:bCs/>
                <w:sz w:val="20"/>
              </w:rPr>
              <w:t xml:space="preserve">Valvola di sicurezza Sicura HT per solare alta temperatura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1/2" F x 3/4" F </w:t>
            </w:r>
            <w:r w:rsidR="00E11BD2">
              <w:rPr>
                <w:rFonts w:ascii="Poppins" w:hAnsi="Poppins" w:cs="Poppins"/>
                <w:b/>
                <w:bCs/>
                <w:sz w:val="20"/>
              </w:rPr>
              <w:t xml:space="preserve">da </w:t>
            </w:r>
            <w:r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 bar o equivalente.</w:t>
            </w:r>
          </w:p>
        </w:tc>
      </w:tr>
      <w:tr w:rsidR="008B7AF7" w:rsidRPr="00B0544D" w14:paraId="41A011BB" w14:textId="77777777" w:rsidTr="00936F47">
        <w:tc>
          <w:tcPr>
            <w:tcW w:w="1299" w:type="dxa"/>
          </w:tcPr>
          <w:p w14:paraId="000097F7" w14:textId="19A74556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00206120</w:t>
            </w:r>
          </w:p>
        </w:tc>
        <w:tc>
          <w:tcPr>
            <w:tcW w:w="2310" w:type="dxa"/>
          </w:tcPr>
          <w:p w14:paraId="31D29761" w14:textId="49A43479" w:rsidR="008B7AF7" w:rsidRPr="007C5C61" w:rsidRDefault="0096448F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52AB4">
              <w:rPr>
                <w:rFonts w:ascii="Poppins" w:hAnsi="Poppins" w:cs="Poppins"/>
                <w:sz w:val="20"/>
              </w:rPr>
              <w:t xml:space="preserve">Valvola di sicurezza </w:t>
            </w:r>
            <w:r>
              <w:rPr>
                <w:rFonts w:ascii="Poppins" w:hAnsi="Poppins" w:cs="Poppins"/>
                <w:sz w:val="20"/>
              </w:rPr>
              <w:t xml:space="preserve">Sicura HT </w:t>
            </w:r>
            <w:r w:rsidRPr="00052AB4">
              <w:rPr>
                <w:rFonts w:ascii="Poppins" w:hAnsi="Poppins" w:cs="Poppins"/>
                <w:sz w:val="20"/>
              </w:rPr>
              <w:t xml:space="preserve">per solare alta temperatura </w:t>
            </w:r>
            <w:r w:rsidR="008B7AF7" w:rsidRPr="00052AB4">
              <w:rPr>
                <w:rFonts w:ascii="Poppins" w:hAnsi="Poppins" w:cs="Poppins"/>
                <w:sz w:val="20"/>
              </w:rPr>
              <w:t xml:space="preserve">1/2" F x 3/4" F </w:t>
            </w:r>
            <w:r>
              <w:rPr>
                <w:rFonts w:ascii="Poppins" w:hAnsi="Poppins" w:cs="Poppins"/>
                <w:sz w:val="20"/>
              </w:rPr>
              <w:t xml:space="preserve">da </w:t>
            </w:r>
            <w:r w:rsidR="008B7AF7">
              <w:rPr>
                <w:rFonts w:ascii="Poppins" w:hAnsi="Poppins" w:cs="Poppins"/>
                <w:sz w:val="20"/>
              </w:rPr>
              <w:t>3</w:t>
            </w:r>
            <w:r w:rsidR="008B7AF7" w:rsidRPr="00052AB4">
              <w:rPr>
                <w:rFonts w:ascii="Poppins" w:hAnsi="Poppins" w:cs="Poppins"/>
                <w:sz w:val="20"/>
              </w:rPr>
              <w:t xml:space="preserve"> bar</w:t>
            </w:r>
          </w:p>
        </w:tc>
        <w:tc>
          <w:tcPr>
            <w:tcW w:w="5889" w:type="dxa"/>
          </w:tcPr>
          <w:p w14:paraId="2811EF6B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Valvola di sicurezza per impianti solari ad alta temperatura.</w:t>
            </w:r>
          </w:p>
          <w:p w14:paraId="531A95F1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DF70FA0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A1F3521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Corpo e ghiera in ottone ST UNI EN 12165 CW617N</w:t>
            </w:r>
          </w:p>
          <w:p w14:paraId="2A46222F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Molla in acciaio inox AISI</w:t>
            </w:r>
          </w:p>
          <w:p w14:paraId="5F9A2DD4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Manopola e cappuccio in PA6</w:t>
            </w:r>
          </w:p>
          <w:p w14:paraId="38DD062B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Membrana in silicone</w:t>
            </w:r>
          </w:p>
          <w:p w14:paraId="12426588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Ghiera regolazione in PPS</w:t>
            </w:r>
          </w:p>
          <w:p w14:paraId="183DD7F1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Asta e disco in ottone TN UNI EN 12164 CW614M</w:t>
            </w:r>
          </w:p>
          <w:p w14:paraId="1792019C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75474F8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E1829E1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Misura: 1/2" F x 3/4" F</w:t>
            </w:r>
          </w:p>
          <w:p w14:paraId="600B8A22" w14:textId="3E841976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 xml:space="preserve">Pressione: </w:t>
            </w:r>
            <w:r>
              <w:rPr>
                <w:rFonts w:ascii="Poppins" w:hAnsi="Poppins" w:cs="Poppins"/>
                <w:sz w:val="20"/>
              </w:rPr>
              <w:t>3</w:t>
            </w:r>
            <w:r w:rsidRPr="008B7AF7">
              <w:rPr>
                <w:rFonts w:ascii="Poppins" w:hAnsi="Poppins" w:cs="Poppins"/>
                <w:sz w:val="20"/>
              </w:rPr>
              <w:t xml:space="preserve"> bar</w:t>
            </w:r>
          </w:p>
          <w:p w14:paraId="35BF1BAF" w14:textId="2A3770F8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Temperatura max: 160°C</w:t>
            </w:r>
          </w:p>
          <w:p w14:paraId="7F95E089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7062400" w14:textId="010831EE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96448F" w:rsidRPr="0096448F">
              <w:rPr>
                <w:rFonts w:ascii="Poppins" w:hAnsi="Poppins" w:cs="Poppins"/>
                <w:b/>
                <w:bCs/>
                <w:sz w:val="20"/>
              </w:rPr>
              <w:t xml:space="preserve">Valvola di sicurezza Sicura HT per solare alta temperatura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1/2" F x 3/4" F </w:t>
            </w:r>
            <w:r w:rsidR="0096448F">
              <w:rPr>
                <w:rFonts w:ascii="Poppins" w:hAnsi="Poppins" w:cs="Poppins"/>
                <w:b/>
                <w:bCs/>
                <w:sz w:val="20"/>
              </w:rPr>
              <w:t xml:space="preserve">da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 bar o equivalente.</w:t>
            </w:r>
          </w:p>
        </w:tc>
      </w:tr>
      <w:tr w:rsidR="008B7AF7" w:rsidRPr="00B0544D" w14:paraId="4D129C93" w14:textId="77777777" w:rsidTr="00936F47">
        <w:tc>
          <w:tcPr>
            <w:tcW w:w="1299" w:type="dxa"/>
          </w:tcPr>
          <w:p w14:paraId="1143B534" w14:textId="4B4A87B2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00104200</w:t>
            </w:r>
          </w:p>
        </w:tc>
        <w:tc>
          <w:tcPr>
            <w:tcW w:w="2310" w:type="dxa"/>
          </w:tcPr>
          <w:p w14:paraId="6D8B395F" w14:textId="66A4FE63" w:rsidR="008B7AF7" w:rsidRPr="007C5C61" w:rsidRDefault="007700EC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>Vaso di espansione per solare termico 18 litri</w:t>
            </w:r>
          </w:p>
        </w:tc>
        <w:tc>
          <w:tcPr>
            <w:tcW w:w="5889" w:type="dxa"/>
          </w:tcPr>
          <w:p w14:paraId="4CF6659C" w14:textId="77777777" w:rsidR="00D716B5" w:rsidRDefault="006A51A0" w:rsidP="006A51A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Vaso di espansione da 18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2EF7BCE4" w14:textId="0995A562" w:rsidR="006A51A0" w:rsidRPr="006A51A0" w:rsidRDefault="006A51A0" w:rsidP="006A51A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711632B1" w14:textId="77777777" w:rsidR="006A51A0" w:rsidRPr="006A51A0" w:rsidRDefault="006A51A0" w:rsidP="006A51A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BA3B585" w14:textId="77777777" w:rsidR="006A51A0" w:rsidRPr="006A51A0" w:rsidRDefault="006A51A0" w:rsidP="006A51A0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277AE05" w14:textId="4FA29C64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Litri: 18 litri</w:t>
            </w:r>
          </w:p>
          <w:p w14:paraId="545BD5A6" w14:textId="2C5676A1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6220275B" w14:textId="0C11D136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0692B709" w14:textId="2293CC7A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5849A1A" w14:textId="0D1CDE71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 w:rsidR="008B37A5"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0B18BC61" w14:textId="077251FB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Altezza: 380 mm</w:t>
            </w:r>
          </w:p>
          <w:p w14:paraId="4EFF7C0D" w14:textId="47BFCB39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Diametro: 260 mm</w:t>
            </w:r>
          </w:p>
          <w:p w14:paraId="3A46DC02" w14:textId="77777777" w:rsidR="006A51A0" w:rsidRPr="006A51A0" w:rsidRDefault="006A51A0" w:rsidP="006A51A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124D52B" w14:textId="4B731809" w:rsidR="008B7AF7" w:rsidRPr="006A51A0" w:rsidRDefault="006A51A0" w:rsidP="006A51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Marca Emmeti - Modello Vaso di espansione per solare termico 18 litri o equivalente.</w:t>
            </w:r>
          </w:p>
        </w:tc>
      </w:tr>
      <w:tr w:rsidR="007700EC" w:rsidRPr="00B0544D" w14:paraId="099E5734" w14:textId="77777777" w:rsidTr="00936F47">
        <w:tc>
          <w:tcPr>
            <w:tcW w:w="1299" w:type="dxa"/>
          </w:tcPr>
          <w:p w14:paraId="2CA8CD83" w14:textId="0F816D20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00104205</w:t>
            </w:r>
          </w:p>
        </w:tc>
        <w:tc>
          <w:tcPr>
            <w:tcW w:w="2310" w:type="dxa"/>
          </w:tcPr>
          <w:p w14:paraId="62E0DFE6" w14:textId="1524D5D0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 xml:space="preserve">Vaso di espansione per solare termico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7700EC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89" w:type="dxa"/>
          </w:tcPr>
          <w:p w14:paraId="6CB78D22" w14:textId="77777777" w:rsidR="007A1086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25800B64" w14:textId="6EAC8D59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lastRenderedPageBreak/>
              <w:t>Membrana in gomma speciale per alte temperature conforme DIN 4807.</w:t>
            </w:r>
          </w:p>
          <w:p w14:paraId="3C41C5F5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2541E8C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024B2D5" w14:textId="5405C82C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Litri: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0AED6448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502CDBE6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63FCD3CE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5566A16" w14:textId="6B040FB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 w:rsidR="007A1086"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0F30CF8C" w14:textId="7ADB4F96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Altezza: </w:t>
            </w:r>
            <w:r>
              <w:rPr>
                <w:rFonts w:ascii="Poppins" w:hAnsi="Poppins" w:cs="Poppins"/>
                <w:sz w:val="20"/>
              </w:rPr>
              <w:t>490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5E96E395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Diametro: 260 mm</w:t>
            </w:r>
          </w:p>
          <w:p w14:paraId="5DA5AE08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7FA5511" w14:textId="1561BF5A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Marca Emmeti - Modello Vaso di espansione per solare termico </w:t>
            </w:r>
            <w:r>
              <w:rPr>
                <w:rFonts w:ascii="Poppins" w:hAnsi="Poppins" w:cs="Poppins"/>
                <w:b/>
                <w:bCs/>
                <w:sz w:val="20"/>
              </w:rPr>
              <w:t>24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7700EC" w:rsidRPr="00B0544D" w14:paraId="5C7A022B" w14:textId="77777777" w:rsidTr="00936F47">
        <w:tc>
          <w:tcPr>
            <w:tcW w:w="1299" w:type="dxa"/>
          </w:tcPr>
          <w:p w14:paraId="0CC1AB55" w14:textId="23353FEF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00104210</w:t>
            </w:r>
          </w:p>
        </w:tc>
        <w:tc>
          <w:tcPr>
            <w:tcW w:w="2310" w:type="dxa"/>
          </w:tcPr>
          <w:p w14:paraId="7CD69233" w14:textId="4568DDFA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 xml:space="preserve">Vaso di espansione per solare termico 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7700EC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89" w:type="dxa"/>
          </w:tcPr>
          <w:p w14:paraId="013342D2" w14:textId="77777777" w:rsidR="003E154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0367498B" w14:textId="19F25854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2C7D0A80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408A265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A4AEAFC" w14:textId="0AB98176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Litri: 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5725ADC5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5B8851CE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17B7339D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A43D776" w14:textId="0C24D3A0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 w:rsidR="003E1540"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47ADCA5E" w14:textId="04D48565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Altezza: </w:t>
            </w:r>
            <w:r>
              <w:rPr>
                <w:rFonts w:ascii="Poppins" w:hAnsi="Poppins" w:cs="Poppins"/>
                <w:sz w:val="20"/>
              </w:rPr>
              <w:t>435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713965B1" w14:textId="5881B369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Diametro: </w:t>
            </w:r>
            <w:r>
              <w:rPr>
                <w:rFonts w:ascii="Poppins" w:hAnsi="Poppins" w:cs="Poppins"/>
                <w:sz w:val="20"/>
              </w:rPr>
              <w:t>380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41FF2692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EB3A2D1" w14:textId="4DCF1A7C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Marca Emmeti - Modello Vaso di espansione per solare termico </w:t>
            </w:r>
            <w:r>
              <w:rPr>
                <w:rFonts w:ascii="Poppins" w:hAnsi="Poppins" w:cs="Poppins"/>
                <w:b/>
                <w:bCs/>
                <w:sz w:val="20"/>
              </w:rPr>
              <w:t>35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7700EC" w:rsidRPr="00B0544D" w14:paraId="358AC05A" w14:textId="77777777" w:rsidTr="00936F47">
        <w:tc>
          <w:tcPr>
            <w:tcW w:w="1299" w:type="dxa"/>
          </w:tcPr>
          <w:p w14:paraId="2AA75690" w14:textId="62E5A35C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00104215</w:t>
            </w:r>
          </w:p>
        </w:tc>
        <w:tc>
          <w:tcPr>
            <w:tcW w:w="2310" w:type="dxa"/>
          </w:tcPr>
          <w:p w14:paraId="70B08B68" w14:textId="58BC13A5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 xml:space="preserve">Vaso di espansione per solare termico </w:t>
            </w:r>
            <w:r>
              <w:rPr>
                <w:rFonts w:ascii="Poppins" w:hAnsi="Poppins" w:cs="Poppins"/>
                <w:sz w:val="20"/>
              </w:rPr>
              <w:t xml:space="preserve">50 </w:t>
            </w:r>
            <w:r w:rsidRPr="007700EC">
              <w:rPr>
                <w:rFonts w:ascii="Poppins" w:hAnsi="Poppins" w:cs="Poppins"/>
                <w:sz w:val="20"/>
              </w:rPr>
              <w:t>litri</w:t>
            </w:r>
          </w:p>
        </w:tc>
        <w:tc>
          <w:tcPr>
            <w:tcW w:w="5889" w:type="dxa"/>
          </w:tcPr>
          <w:p w14:paraId="49DA5E54" w14:textId="77777777" w:rsidR="00757517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05ED977F" w14:textId="3173FDBF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06D98768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22C50F5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92ABF56" w14:textId="2F5FCB09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Litri: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57FB3B81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5C26A7F7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5206A258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38EEE39" w14:textId="555524BA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 w:rsidR="00757517"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7D55DBE4" w14:textId="4B70F0B8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lastRenderedPageBreak/>
              <w:t xml:space="preserve">Altezza: </w:t>
            </w:r>
            <w:r>
              <w:rPr>
                <w:rFonts w:ascii="Poppins" w:hAnsi="Poppins" w:cs="Poppins"/>
                <w:sz w:val="20"/>
              </w:rPr>
              <w:t>565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61E1BC34" w14:textId="13AA52A5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Diametro: </w:t>
            </w:r>
            <w:r>
              <w:rPr>
                <w:rFonts w:ascii="Poppins" w:hAnsi="Poppins" w:cs="Poppins"/>
                <w:sz w:val="20"/>
              </w:rPr>
              <w:t>380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2BFDF2D4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FE0FE5B" w14:textId="53516B5A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Marca Emmeti - Modello Vaso di espansione per solare termico </w:t>
            </w:r>
            <w:r>
              <w:rPr>
                <w:rFonts w:ascii="Poppins" w:hAnsi="Poppins" w:cs="Poppins"/>
                <w:b/>
                <w:bCs/>
                <w:sz w:val="20"/>
              </w:rPr>
              <w:t>50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7700EC" w:rsidRPr="00B0544D" w14:paraId="6A786F02" w14:textId="77777777" w:rsidTr="00936F47">
        <w:tc>
          <w:tcPr>
            <w:tcW w:w="1299" w:type="dxa"/>
          </w:tcPr>
          <w:p w14:paraId="33D97B07" w14:textId="10C2526F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09815370</w:t>
            </w:r>
          </w:p>
        </w:tc>
        <w:tc>
          <w:tcPr>
            <w:tcW w:w="2310" w:type="dxa"/>
          </w:tcPr>
          <w:p w14:paraId="39517E28" w14:textId="1365A97A" w:rsidR="007700EC" w:rsidRPr="007C5C61" w:rsidRDefault="004D6513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D6513">
              <w:rPr>
                <w:rFonts w:ascii="Poppins" w:hAnsi="Poppins" w:cs="Poppins"/>
                <w:sz w:val="20"/>
              </w:rPr>
              <w:t>Valvola a sfera Progress per solare termico M-F 1/2"</w:t>
            </w:r>
          </w:p>
        </w:tc>
        <w:tc>
          <w:tcPr>
            <w:tcW w:w="5889" w:type="dxa"/>
          </w:tcPr>
          <w:p w14:paraId="6BCE226C" w14:textId="434CA037" w:rsidR="00350759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50759">
              <w:rPr>
                <w:rFonts w:ascii="Poppins" w:hAnsi="Poppins" w:cs="Poppins"/>
                <w:sz w:val="20"/>
              </w:rPr>
              <w:t>Valvola a sfera Progress M-F per solare termico da 1/2"</w:t>
            </w:r>
            <w:r w:rsidR="00ED1F32">
              <w:rPr>
                <w:rFonts w:ascii="Poppins" w:hAnsi="Poppins" w:cs="Poppins"/>
                <w:sz w:val="20"/>
              </w:rPr>
              <w:t>.</w:t>
            </w:r>
          </w:p>
          <w:p w14:paraId="5E0B69D1" w14:textId="77777777" w:rsidR="00350759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6E75602" w14:textId="77777777" w:rsidR="00350759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50759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3DB77D3" w14:textId="153DD48E" w:rsidR="00350759" w:rsidRPr="00350759" w:rsidRDefault="00350759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50759">
              <w:rPr>
                <w:rFonts w:ascii="Poppins" w:hAnsi="Poppins" w:cs="Poppins"/>
                <w:sz w:val="20"/>
              </w:rPr>
              <w:t>Temperatura di impego: - 20 ÷ 180°C</w:t>
            </w:r>
          </w:p>
          <w:p w14:paraId="35909F1D" w14:textId="08AC8243" w:rsidR="00350759" w:rsidRPr="00350759" w:rsidRDefault="00350759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50759">
              <w:rPr>
                <w:rFonts w:ascii="Poppins" w:hAnsi="Poppins" w:cs="Poppins"/>
                <w:sz w:val="20"/>
              </w:rPr>
              <w:t>Pressione nominale: 50 bar</w:t>
            </w:r>
          </w:p>
          <w:p w14:paraId="0834DDA0" w14:textId="77777777" w:rsidR="00350759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661A15F" w14:textId="285CC9D5" w:rsidR="007700EC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50759">
              <w:rPr>
                <w:rFonts w:ascii="Poppins" w:hAnsi="Poppins" w:cs="Poppins"/>
                <w:b/>
                <w:bCs/>
                <w:sz w:val="20"/>
              </w:rPr>
              <w:t>Marca Emmeti - Modello Valvola a sfera Progress per solare termico M-F 1/2" o equivalente.</w:t>
            </w:r>
          </w:p>
        </w:tc>
      </w:tr>
      <w:tr w:rsidR="007700EC" w:rsidRPr="00B0544D" w14:paraId="3D40C10C" w14:textId="77777777" w:rsidTr="00936F47">
        <w:tc>
          <w:tcPr>
            <w:tcW w:w="1299" w:type="dxa"/>
          </w:tcPr>
          <w:p w14:paraId="6FA159BD" w14:textId="39BF1C20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09815372</w:t>
            </w:r>
          </w:p>
        </w:tc>
        <w:tc>
          <w:tcPr>
            <w:tcW w:w="2310" w:type="dxa"/>
          </w:tcPr>
          <w:p w14:paraId="1BFC9150" w14:textId="735B04D2" w:rsidR="007700EC" w:rsidRPr="007C5C61" w:rsidRDefault="004D6513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D6513">
              <w:rPr>
                <w:rFonts w:ascii="Poppins" w:hAnsi="Poppins" w:cs="Poppins"/>
                <w:sz w:val="20"/>
              </w:rPr>
              <w:t>Valvola a sfera Progress per solare termico M-F 3/4"</w:t>
            </w:r>
          </w:p>
        </w:tc>
        <w:tc>
          <w:tcPr>
            <w:tcW w:w="5889" w:type="dxa"/>
          </w:tcPr>
          <w:p w14:paraId="343102D0" w14:textId="77777777" w:rsidR="00ED1F32" w:rsidRPr="00ED1F32" w:rsidRDefault="00ED1F32" w:rsidP="00ED1F32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ED1F32">
              <w:rPr>
                <w:rFonts w:ascii="Poppins" w:hAnsi="Poppins" w:cs="Poppins"/>
                <w:sz w:val="20"/>
              </w:rPr>
              <w:t>Valvola a sfera Progress M-F per solare termico da 3/4".</w:t>
            </w:r>
          </w:p>
          <w:p w14:paraId="5745AB05" w14:textId="77777777" w:rsidR="00ED1F32" w:rsidRPr="00ED1F32" w:rsidRDefault="00ED1F32" w:rsidP="00ED1F32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6BEC745" w14:textId="77777777" w:rsidR="00ED1F32" w:rsidRPr="002A5756" w:rsidRDefault="00ED1F32" w:rsidP="00ED1F32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A575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FEF5D7B" w14:textId="2AADCB27" w:rsidR="00ED1F32" w:rsidRPr="00ED1F32" w:rsidRDefault="00ED1F32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ED1F32">
              <w:rPr>
                <w:rFonts w:ascii="Poppins" w:hAnsi="Poppins" w:cs="Poppins"/>
                <w:sz w:val="20"/>
              </w:rPr>
              <w:t>Temperatura di impego: - 20 ÷ 18</w:t>
            </w:r>
            <w:r w:rsidR="00D9198D">
              <w:rPr>
                <w:rFonts w:ascii="Poppins" w:hAnsi="Poppins" w:cs="Poppins"/>
                <w:sz w:val="20"/>
              </w:rPr>
              <w:t>0</w:t>
            </w:r>
            <w:r w:rsidRPr="00ED1F32">
              <w:rPr>
                <w:rFonts w:ascii="Poppins" w:hAnsi="Poppins" w:cs="Poppins"/>
                <w:sz w:val="20"/>
              </w:rPr>
              <w:t>°C</w:t>
            </w:r>
          </w:p>
          <w:p w14:paraId="1CE23976" w14:textId="3C1EF7C8" w:rsidR="00ED1F32" w:rsidRPr="00ED1F32" w:rsidRDefault="00ED1F32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ED1F32">
              <w:rPr>
                <w:rFonts w:ascii="Poppins" w:hAnsi="Poppins" w:cs="Poppins"/>
                <w:sz w:val="20"/>
              </w:rPr>
              <w:t>Pressione nominale: 40 bar</w:t>
            </w:r>
          </w:p>
          <w:p w14:paraId="2DC32E6C" w14:textId="77777777" w:rsidR="00ED1F32" w:rsidRPr="00ED1F32" w:rsidRDefault="00ED1F32" w:rsidP="00ED1F32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35F6209" w14:textId="54D717B7" w:rsidR="007700EC" w:rsidRPr="002A5756" w:rsidRDefault="00ED1F32" w:rsidP="002A575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A5756">
              <w:rPr>
                <w:rFonts w:ascii="Poppins" w:hAnsi="Poppins" w:cs="Poppins"/>
                <w:b/>
                <w:bCs/>
                <w:sz w:val="20"/>
              </w:rPr>
              <w:t>Marca Emmeti - Modello Valvola a sfera Progress per solare termico M-F</w:t>
            </w:r>
            <w:r w:rsidR="002A5756" w:rsidRPr="002A5756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A5756">
              <w:rPr>
                <w:rFonts w:ascii="Poppins" w:hAnsi="Poppins" w:cs="Poppins"/>
                <w:b/>
                <w:bCs/>
                <w:sz w:val="20"/>
              </w:rPr>
              <w:t>3/4" o equivalente.</w:t>
            </w:r>
          </w:p>
        </w:tc>
      </w:tr>
      <w:tr w:rsidR="007700EC" w:rsidRPr="00B0544D" w14:paraId="2E0A5B67" w14:textId="77777777" w:rsidTr="00936F47">
        <w:tc>
          <w:tcPr>
            <w:tcW w:w="1299" w:type="dxa"/>
          </w:tcPr>
          <w:p w14:paraId="1AE32BE2" w14:textId="362A4D6E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02707822</w:t>
            </w:r>
          </w:p>
        </w:tc>
        <w:tc>
          <w:tcPr>
            <w:tcW w:w="2310" w:type="dxa"/>
          </w:tcPr>
          <w:p w14:paraId="37756C67" w14:textId="77777777" w:rsidR="00945FB2" w:rsidRDefault="00CF2096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Disaeratore DN 15</w:t>
            </w:r>
          </w:p>
          <w:p w14:paraId="181747A8" w14:textId="488528A7" w:rsidR="007700EC" w:rsidRPr="007C5C61" w:rsidRDefault="00CF2096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G 1"M x G 3/4"F</w:t>
            </w:r>
          </w:p>
        </w:tc>
        <w:tc>
          <w:tcPr>
            <w:tcW w:w="5889" w:type="dxa"/>
          </w:tcPr>
          <w:p w14:paraId="511EB268" w14:textId="77777777" w:rsidR="00CF2096" w:rsidRPr="00CF2096" w:rsidRDefault="00CF2096" w:rsidP="00CF209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Disaeratore per impianti di riscaldamento e condizionamento.</w:t>
            </w:r>
          </w:p>
          <w:p w14:paraId="21AF1CEB" w14:textId="77777777" w:rsidR="00CF2096" w:rsidRPr="00CF2096" w:rsidRDefault="00CF2096" w:rsidP="00CF209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5F534BE" w14:textId="77777777" w:rsidR="00CF2096" w:rsidRPr="009C70C3" w:rsidRDefault="00CF2096" w:rsidP="00CF209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C70C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AF540E7" w14:textId="1FDB40E4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Temperatura massima di esercizio: 140°C</w:t>
            </w:r>
          </w:p>
          <w:p w14:paraId="6DC7BCA0" w14:textId="575DA734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29C36BF" w14:textId="3EE44CF5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Kv: 6,5</w:t>
            </w:r>
          </w:p>
          <w:p w14:paraId="5DECF129" w14:textId="57692F64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Fluido d’impiego: acqua, soluzione glicole</w:t>
            </w:r>
          </w:p>
          <w:p w14:paraId="65EC9F70" w14:textId="794BE7BE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Misura: DN 15 – G 1"M x G 3/4" F</w:t>
            </w:r>
          </w:p>
          <w:p w14:paraId="41AD7AF5" w14:textId="77777777" w:rsidR="00CF2096" w:rsidRPr="00CF2096" w:rsidRDefault="00CF2096" w:rsidP="00CF209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024C79B" w14:textId="6FC21ED4" w:rsidR="007700EC" w:rsidRPr="009C70C3" w:rsidRDefault="00CF2096" w:rsidP="00945FB2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C70C3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945FB2" w:rsidRPr="00945FB2">
              <w:rPr>
                <w:rFonts w:ascii="Poppins" w:hAnsi="Poppins" w:cs="Poppins"/>
                <w:b/>
                <w:bCs/>
                <w:sz w:val="20"/>
              </w:rPr>
              <w:t>Disaeratore DN 15</w:t>
            </w:r>
            <w:r w:rsidR="00945FB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945FB2" w:rsidRPr="00945FB2">
              <w:rPr>
                <w:rFonts w:ascii="Poppins" w:hAnsi="Poppins" w:cs="Poppins"/>
                <w:b/>
                <w:bCs/>
                <w:sz w:val="20"/>
              </w:rPr>
              <w:t>G 1"M x G 3/4"F</w:t>
            </w:r>
            <w:r w:rsidRPr="009C70C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45B89" w:rsidRPr="00474AB9" w14:paraId="1BDE48EB" w14:textId="77777777" w:rsidTr="00936F47">
        <w:tc>
          <w:tcPr>
            <w:tcW w:w="1299" w:type="dxa"/>
          </w:tcPr>
          <w:p w14:paraId="5E5A62EC" w14:textId="19FD46D0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02706372</w:t>
            </w:r>
          </w:p>
        </w:tc>
        <w:tc>
          <w:tcPr>
            <w:tcW w:w="2310" w:type="dxa"/>
          </w:tcPr>
          <w:p w14:paraId="2FC2EACF" w14:textId="77777777" w:rsidR="00DB1B5F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Liquido antigelo premiscelato per impianti solar</w:t>
            </w:r>
            <w:r w:rsidR="00DB1B5F">
              <w:rPr>
                <w:rFonts w:ascii="Poppins" w:hAnsi="Poppins" w:cs="Poppins"/>
                <w:sz w:val="20"/>
              </w:rPr>
              <w:t>i</w:t>
            </w:r>
          </w:p>
          <w:p w14:paraId="2DDC7B63" w14:textId="77777777" w:rsidR="00DB1B5F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T ≥ -12°C</w:t>
            </w:r>
          </w:p>
          <w:p w14:paraId="4C91F0AB" w14:textId="33786C38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 xml:space="preserve">5 </w:t>
            </w:r>
            <w:r w:rsidR="00E65456">
              <w:rPr>
                <w:rFonts w:ascii="Poppins" w:hAnsi="Poppins" w:cs="Poppins"/>
                <w:sz w:val="20"/>
              </w:rPr>
              <w:t>kg</w:t>
            </w:r>
          </w:p>
        </w:tc>
        <w:tc>
          <w:tcPr>
            <w:tcW w:w="5889" w:type="dxa"/>
          </w:tcPr>
          <w:p w14:paraId="64CD7F33" w14:textId="77777777" w:rsidR="00402567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premiscelato,</w:t>
            </w:r>
            <w:r w:rsidR="00402567">
              <w:rPr>
                <w:rFonts w:ascii="Poppins" w:hAnsi="Poppins" w:cs="Poppins"/>
                <w:sz w:val="20"/>
              </w:rPr>
              <w:t>.</w:t>
            </w:r>
          </w:p>
          <w:p w14:paraId="0FC976AD" w14:textId="77777777" w:rsidR="00402567" w:rsidRDefault="00402567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4D7C12B" w14:textId="77777777" w:rsidR="00402567" w:rsidRPr="00A70775" w:rsidRDefault="00402567" w:rsidP="00245B8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4405965" w14:textId="77777777" w:rsidR="00402567" w:rsidRDefault="00245B89" w:rsidP="00402567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Contenuto di glicole propilenico: 25</w:t>
            </w:r>
            <w:r w:rsidR="00402567">
              <w:rPr>
                <w:rFonts w:ascii="Poppins" w:hAnsi="Poppins" w:cs="Poppins"/>
                <w:sz w:val="20"/>
              </w:rPr>
              <w:t>-</w:t>
            </w:r>
            <w:r w:rsidRPr="008262D6">
              <w:rPr>
                <w:rFonts w:ascii="Poppins" w:hAnsi="Poppins" w:cs="Poppins"/>
                <w:sz w:val="20"/>
              </w:rPr>
              <w:t>28%</w:t>
            </w:r>
          </w:p>
          <w:p w14:paraId="4F36D3A9" w14:textId="516C50AA" w:rsidR="00402567" w:rsidRDefault="00245B89" w:rsidP="00877C09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 w:rsidR="00E65456"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77608389" w14:textId="77777777" w:rsidR="00A70775" w:rsidRDefault="00245B89" w:rsidP="00877C09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N:15</w:t>
            </w:r>
          </w:p>
          <w:p w14:paraId="6466EAD0" w14:textId="77777777" w:rsidR="00A70775" w:rsidRDefault="00A70775" w:rsidP="00877C09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="00245B89" w:rsidRPr="00402567">
              <w:rPr>
                <w:rFonts w:ascii="Poppins" w:hAnsi="Poppins" w:cs="Poppins"/>
                <w:sz w:val="20"/>
              </w:rPr>
              <w:t>emperatura di congelamento: -12°C</w:t>
            </w:r>
          </w:p>
          <w:p w14:paraId="7223411A" w14:textId="4EFB7DA1" w:rsidR="00245B89" w:rsidRDefault="00A70775" w:rsidP="00877C09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="00245B89" w:rsidRPr="00402567">
              <w:rPr>
                <w:rFonts w:ascii="Poppins" w:hAnsi="Poppins" w:cs="Poppins"/>
                <w:sz w:val="20"/>
              </w:rPr>
              <w:t>ensità: 1,0 kg/l</w:t>
            </w:r>
          </w:p>
          <w:p w14:paraId="4CBE94A6" w14:textId="77777777" w:rsidR="00A70775" w:rsidRPr="00402567" w:rsidRDefault="00A70775" w:rsidP="00A707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4B2DA56" w14:textId="5B1F7E34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Liquido di colore rosaviolaceo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 w:rsidR="00A70775"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2C6EC559" w14:textId="77777777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5CAB068" w14:textId="39AAA16A" w:rsidR="00245B89" w:rsidRPr="00474AB9" w:rsidRDefault="00245B89" w:rsidP="00245B8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DB1B5F"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 w:rsidR="00DB1B5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>12°C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5</w:t>
            </w:r>
            <w:r w:rsidR="00E65456">
              <w:rPr>
                <w:rFonts w:ascii="Poppins" w:hAnsi="Poppins" w:cs="Poppins"/>
                <w:b/>
                <w:bCs/>
                <w:sz w:val="20"/>
              </w:rPr>
              <w:t xml:space="preserve"> kg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45B89" w:rsidRPr="00B0544D" w14:paraId="3F547ADA" w14:textId="77777777" w:rsidTr="00936F47">
        <w:tc>
          <w:tcPr>
            <w:tcW w:w="1299" w:type="dxa"/>
          </w:tcPr>
          <w:p w14:paraId="32CC6977" w14:textId="00E6F3AE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02706376</w:t>
            </w:r>
          </w:p>
        </w:tc>
        <w:tc>
          <w:tcPr>
            <w:tcW w:w="2310" w:type="dxa"/>
          </w:tcPr>
          <w:p w14:paraId="2CB9728F" w14:textId="77777777" w:rsidR="00DB1B5F" w:rsidRDefault="00DB1B5F" w:rsidP="00DB1B5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Liquido antigelo premiscelato per impianti solar</w:t>
            </w:r>
            <w:r>
              <w:rPr>
                <w:rFonts w:ascii="Poppins" w:hAnsi="Poppins" w:cs="Poppins"/>
                <w:sz w:val="20"/>
              </w:rPr>
              <w:t>i</w:t>
            </w:r>
          </w:p>
          <w:p w14:paraId="4A49F499" w14:textId="77777777" w:rsidR="00DB1B5F" w:rsidRDefault="00245B89" w:rsidP="00E6545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 xml:space="preserve">T ≥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E057F0">
              <w:rPr>
                <w:rFonts w:ascii="Poppins" w:hAnsi="Poppins" w:cs="Poppins"/>
                <w:sz w:val="20"/>
              </w:rPr>
              <w:t>12 °C</w:t>
            </w:r>
          </w:p>
          <w:p w14:paraId="66F6B605" w14:textId="46DDE93F" w:rsidR="00245B89" w:rsidRPr="007C5C61" w:rsidRDefault="00245B89" w:rsidP="00E6545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25 kg</w:t>
            </w:r>
          </w:p>
        </w:tc>
        <w:tc>
          <w:tcPr>
            <w:tcW w:w="5889" w:type="dxa"/>
          </w:tcPr>
          <w:p w14:paraId="6D7B6819" w14:textId="6E6242AD" w:rsidR="00E65456" w:rsidRDefault="00245B89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</w:t>
            </w:r>
            <w:r w:rsidR="00E65456">
              <w:rPr>
                <w:rFonts w:ascii="Poppins" w:hAnsi="Poppins" w:cs="Poppins"/>
                <w:sz w:val="20"/>
              </w:rPr>
              <w:t>.</w:t>
            </w:r>
          </w:p>
          <w:p w14:paraId="7F7E5CE2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F245899" w14:textId="63E1EE2F" w:rsidR="00E65456" w:rsidRPr="00A70775" w:rsidRDefault="00E65456" w:rsidP="00E6545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067D2D3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Contenuto di glicole propilenico: 25</w:t>
            </w:r>
            <w:r>
              <w:rPr>
                <w:rFonts w:ascii="Poppins" w:hAnsi="Poppins" w:cs="Poppins"/>
                <w:sz w:val="20"/>
              </w:rPr>
              <w:t>-</w:t>
            </w:r>
            <w:r w:rsidRPr="008262D6">
              <w:rPr>
                <w:rFonts w:ascii="Poppins" w:hAnsi="Poppins" w:cs="Poppins"/>
                <w:sz w:val="20"/>
              </w:rPr>
              <w:t>28%</w:t>
            </w:r>
          </w:p>
          <w:p w14:paraId="0A0FE290" w14:textId="0F889EDA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1E737619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N:15</w:t>
            </w:r>
          </w:p>
          <w:p w14:paraId="4E865102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-12°C</w:t>
            </w:r>
          </w:p>
          <w:p w14:paraId="11DE8ED9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 kg/l</w:t>
            </w:r>
          </w:p>
          <w:p w14:paraId="2F041022" w14:textId="221ADB7F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7D53E56" w14:textId="022986BE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Liquido di colore rosaviolaceo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 w:rsidR="00E65456"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0AC54974" w14:textId="77777777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1B1DC13" w14:textId="2F8F748E" w:rsidR="00245B89" w:rsidRPr="008262D6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DB1B5F"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 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12°C </w:t>
            </w:r>
            <w:r>
              <w:rPr>
                <w:rFonts w:ascii="Poppins" w:hAnsi="Poppins" w:cs="Poppins"/>
                <w:b/>
                <w:bCs/>
                <w:sz w:val="20"/>
              </w:rPr>
              <w:t>25</w:t>
            </w:r>
            <w:r w:rsidR="00E65456">
              <w:rPr>
                <w:rFonts w:ascii="Poppins" w:hAnsi="Poppins" w:cs="Poppins"/>
                <w:b/>
                <w:bCs/>
                <w:sz w:val="20"/>
              </w:rPr>
              <w:t xml:space="preserve"> kg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45B89" w:rsidRPr="00B0544D" w14:paraId="48703A4A" w14:textId="77777777" w:rsidTr="00936F47">
        <w:tc>
          <w:tcPr>
            <w:tcW w:w="1299" w:type="dxa"/>
          </w:tcPr>
          <w:p w14:paraId="2CB92D4F" w14:textId="13C1204D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02706382</w:t>
            </w:r>
          </w:p>
        </w:tc>
        <w:tc>
          <w:tcPr>
            <w:tcW w:w="2310" w:type="dxa"/>
          </w:tcPr>
          <w:p w14:paraId="77E9818F" w14:textId="77777777" w:rsidR="00DB1B5F" w:rsidRDefault="00DB1B5F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DB1B5F">
              <w:rPr>
                <w:rFonts w:ascii="Poppins" w:hAnsi="Poppins" w:cs="Poppins"/>
                <w:sz w:val="20"/>
              </w:rPr>
              <w:t>Liquido antigelo premiscelato per impianti solari</w:t>
            </w:r>
          </w:p>
          <w:p w14:paraId="2E9930D3" w14:textId="77777777" w:rsidR="00DB1B5F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16713">
              <w:rPr>
                <w:rFonts w:ascii="Poppins" w:hAnsi="Poppins" w:cs="Poppins"/>
                <w:sz w:val="20"/>
              </w:rPr>
              <w:t xml:space="preserve">T ≥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716713">
              <w:rPr>
                <w:rFonts w:ascii="Poppins" w:hAnsi="Poppins" w:cs="Poppins"/>
                <w:sz w:val="20"/>
              </w:rPr>
              <w:t>28 °C</w:t>
            </w:r>
          </w:p>
          <w:p w14:paraId="570BEB57" w14:textId="1D6108BE" w:rsidR="00245B89" w:rsidRPr="007C5C61" w:rsidRDefault="00E65456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5 kg</w:t>
            </w:r>
          </w:p>
        </w:tc>
        <w:tc>
          <w:tcPr>
            <w:tcW w:w="5889" w:type="dxa"/>
          </w:tcPr>
          <w:p w14:paraId="3A68A9C4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C459666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4A7AADB" w14:textId="77777777" w:rsidR="00E65456" w:rsidRPr="00A70775" w:rsidRDefault="00E65456" w:rsidP="00E6545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F5291A9" w14:textId="79968065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Contenuto di glicole propilenico: </w:t>
            </w:r>
            <w:r>
              <w:rPr>
                <w:rFonts w:ascii="Poppins" w:hAnsi="Poppins" w:cs="Poppins"/>
                <w:sz w:val="20"/>
              </w:rPr>
              <w:t>42-45</w:t>
            </w:r>
            <w:r w:rsidRPr="008262D6">
              <w:rPr>
                <w:rFonts w:ascii="Poppins" w:hAnsi="Poppins" w:cs="Poppins"/>
                <w:sz w:val="20"/>
              </w:rPr>
              <w:t>%</w:t>
            </w:r>
          </w:p>
          <w:p w14:paraId="7DAAF534" w14:textId="2650D12F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228DD2EA" w14:textId="190BFCD4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</w:t>
            </w:r>
            <w:r>
              <w:rPr>
                <w:rFonts w:ascii="Poppins" w:hAnsi="Poppins" w:cs="Poppins"/>
                <w:sz w:val="20"/>
              </w:rPr>
              <w:t>20</w:t>
            </w:r>
          </w:p>
          <w:p w14:paraId="35E11AC6" w14:textId="41E09AB4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</w:t>
            </w:r>
            <w:r>
              <w:rPr>
                <w:rFonts w:ascii="Poppins" w:hAnsi="Poppins" w:cs="Poppins"/>
                <w:sz w:val="20"/>
              </w:rPr>
              <w:t>28</w:t>
            </w:r>
            <w:r w:rsidRPr="00402567">
              <w:rPr>
                <w:rFonts w:ascii="Poppins" w:hAnsi="Poppins" w:cs="Poppins"/>
                <w:sz w:val="20"/>
              </w:rPr>
              <w:t>°C</w:t>
            </w:r>
          </w:p>
          <w:p w14:paraId="17CCE783" w14:textId="512AE20F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</w:t>
            </w:r>
            <w:r>
              <w:rPr>
                <w:rFonts w:ascii="Poppins" w:hAnsi="Poppins" w:cs="Poppins"/>
                <w:sz w:val="20"/>
              </w:rPr>
              <w:t>-1,1</w:t>
            </w:r>
            <w:r w:rsidRPr="00402567">
              <w:rPr>
                <w:rFonts w:ascii="Poppins" w:hAnsi="Poppins" w:cs="Poppins"/>
                <w:sz w:val="20"/>
              </w:rPr>
              <w:t xml:space="preserve"> kg/l</w:t>
            </w:r>
          </w:p>
          <w:p w14:paraId="2ADA4E4E" w14:textId="77777777" w:rsidR="00E65456" w:rsidRPr="008262D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3FAC547" w14:textId="77777777" w:rsidR="00E65456" w:rsidRPr="008262D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Liquido di colore rosaviolaceo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1044B8B8" w14:textId="77777777" w:rsidR="00245B89" w:rsidRPr="00F87711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F5058EB" w14:textId="60ED12D2" w:rsidR="00245B89" w:rsidRPr="00F8771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7711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</w:t>
            </w:r>
            <w:r w:rsidR="00DB1B5F"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 w:rsidR="00DB1B5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28°C 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="00E65456">
              <w:rPr>
                <w:rFonts w:ascii="Poppins" w:hAnsi="Poppins" w:cs="Poppins"/>
                <w:b/>
                <w:bCs/>
                <w:sz w:val="20"/>
              </w:rPr>
              <w:t xml:space="preserve"> kg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45B89" w:rsidRPr="00B0544D" w14:paraId="3790BDF2" w14:textId="77777777" w:rsidTr="00936F47">
        <w:tc>
          <w:tcPr>
            <w:tcW w:w="1299" w:type="dxa"/>
          </w:tcPr>
          <w:p w14:paraId="6387D272" w14:textId="7435E0C6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02706386</w:t>
            </w:r>
          </w:p>
        </w:tc>
        <w:tc>
          <w:tcPr>
            <w:tcW w:w="2310" w:type="dxa"/>
          </w:tcPr>
          <w:p w14:paraId="7736C736" w14:textId="77777777" w:rsidR="00DB1B5F" w:rsidRDefault="00DB1B5F" w:rsidP="00DB1B5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Liquido antigelo premiscelato per impianti solar</w:t>
            </w:r>
            <w:r>
              <w:rPr>
                <w:rFonts w:ascii="Poppins" w:hAnsi="Poppins" w:cs="Poppins"/>
                <w:sz w:val="20"/>
              </w:rPr>
              <w:t>i</w:t>
            </w:r>
          </w:p>
          <w:p w14:paraId="2B421897" w14:textId="77777777" w:rsidR="00DB1B5F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16713">
              <w:rPr>
                <w:rFonts w:ascii="Poppins" w:hAnsi="Poppins" w:cs="Poppins"/>
                <w:sz w:val="20"/>
              </w:rPr>
              <w:t xml:space="preserve">T ≥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716713">
              <w:rPr>
                <w:rFonts w:ascii="Poppins" w:hAnsi="Poppins" w:cs="Poppins"/>
                <w:sz w:val="20"/>
              </w:rPr>
              <w:t>28 °C</w:t>
            </w:r>
          </w:p>
          <w:p w14:paraId="6CA1459D" w14:textId="2CE6BF35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</w:t>
            </w:r>
            <w:r w:rsidRPr="00716713">
              <w:rPr>
                <w:rFonts w:ascii="Poppins" w:hAnsi="Poppins" w:cs="Poppins"/>
                <w:sz w:val="20"/>
              </w:rPr>
              <w:t>5 kg</w:t>
            </w:r>
          </w:p>
        </w:tc>
        <w:tc>
          <w:tcPr>
            <w:tcW w:w="5889" w:type="dxa"/>
          </w:tcPr>
          <w:p w14:paraId="2AF91D14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1DD475C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1075CA8" w14:textId="77777777" w:rsidR="00E65456" w:rsidRPr="00A70775" w:rsidRDefault="00E65456" w:rsidP="00E6545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27A5067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Contenuto di glicole propilenico: </w:t>
            </w:r>
            <w:r>
              <w:rPr>
                <w:rFonts w:ascii="Poppins" w:hAnsi="Poppins" w:cs="Poppins"/>
                <w:sz w:val="20"/>
              </w:rPr>
              <w:t>42-45</w:t>
            </w:r>
            <w:r w:rsidRPr="008262D6">
              <w:rPr>
                <w:rFonts w:ascii="Poppins" w:hAnsi="Poppins" w:cs="Poppins"/>
                <w:sz w:val="20"/>
              </w:rPr>
              <w:t>%</w:t>
            </w:r>
          </w:p>
          <w:p w14:paraId="096B622D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77A21B41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</w:t>
            </w:r>
            <w:r>
              <w:rPr>
                <w:rFonts w:ascii="Poppins" w:hAnsi="Poppins" w:cs="Poppins"/>
                <w:sz w:val="20"/>
              </w:rPr>
              <w:t>20</w:t>
            </w:r>
          </w:p>
          <w:p w14:paraId="20FC94AF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</w:t>
            </w:r>
            <w:r>
              <w:rPr>
                <w:rFonts w:ascii="Poppins" w:hAnsi="Poppins" w:cs="Poppins"/>
                <w:sz w:val="20"/>
              </w:rPr>
              <w:t>28</w:t>
            </w:r>
            <w:r w:rsidRPr="00402567">
              <w:rPr>
                <w:rFonts w:ascii="Poppins" w:hAnsi="Poppins" w:cs="Poppins"/>
                <w:sz w:val="20"/>
              </w:rPr>
              <w:t>°C</w:t>
            </w:r>
          </w:p>
          <w:p w14:paraId="14E0D205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</w:t>
            </w:r>
            <w:r>
              <w:rPr>
                <w:rFonts w:ascii="Poppins" w:hAnsi="Poppins" w:cs="Poppins"/>
                <w:sz w:val="20"/>
              </w:rPr>
              <w:t>-1,1</w:t>
            </w:r>
            <w:r w:rsidRPr="00402567">
              <w:rPr>
                <w:rFonts w:ascii="Poppins" w:hAnsi="Poppins" w:cs="Poppins"/>
                <w:sz w:val="20"/>
              </w:rPr>
              <w:t xml:space="preserve"> kg/l</w:t>
            </w:r>
          </w:p>
          <w:p w14:paraId="0FE5D87F" w14:textId="77777777" w:rsidR="00E65456" w:rsidRPr="008262D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FAF28F8" w14:textId="77777777" w:rsidR="00E65456" w:rsidRPr="008262D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Liquido di colore rosaviolaceo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0A9FD1E9" w14:textId="77777777" w:rsidR="00245B89" w:rsidRPr="00F87711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1F88EF3" w14:textId="30C42CF1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DB1B5F"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 w:rsidR="00DB1B5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28°C </w:t>
            </w:r>
            <w:r>
              <w:rPr>
                <w:rFonts w:ascii="Poppins" w:hAnsi="Poppins" w:cs="Poppins"/>
                <w:b/>
                <w:bCs/>
                <w:sz w:val="20"/>
              </w:rPr>
              <w:t>25</w:t>
            </w:r>
            <w:r w:rsidR="00E65456">
              <w:rPr>
                <w:rFonts w:ascii="Poppins" w:hAnsi="Poppins" w:cs="Poppins"/>
                <w:b/>
                <w:bCs/>
                <w:sz w:val="20"/>
              </w:rPr>
              <w:t xml:space="preserve"> kg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45B89" w:rsidRPr="00B0544D" w14:paraId="7FAAC309" w14:textId="77777777" w:rsidTr="00936F47">
        <w:tc>
          <w:tcPr>
            <w:tcW w:w="1299" w:type="dxa"/>
          </w:tcPr>
          <w:p w14:paraId="692DFF5F" w14:textId="4BDE0EC9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310" w:type="dxa"/>
          </w:tcPr>
          <w:p w14:paraId="3AE54A6F" w14:textId="77777777" w:rsidR="00AB2DD9" w:rsidRDefault="00EA122B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A122B">
              <w:rPr>
                <w:rFonts w:ascii="Poppins" w:hAnsi="Poppins" w:cs="Poppins"/>
                <w:sz w:val="20"/>
              </w:rPr>
              <w:t>Stazione carico impianti</w:t>
            </w:r>
          </w:p>
          <w:p w14:paraId="24AABBC0" w14:textId="4787AC2E" w:rsidR="00245B89" w:rsidRPr="007C5C61" w:rsidRDefault="00EA122B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A122B">
              <w:rPr>
                <w:rFonts w:ascii="Poppins" w:hAnsi="Poppins" w:cs="Poppins"/>
                <w:sz w:val="20"/>
              </w:rPr>
              <w:t>50 litri</w:t>
            </w:r>
          </w:p>
        </w:tc>
        <w:tc>
          <w:tcPr>
            <w:tcW w:w="5889" w:type="dxa"/>
          </w:tcPr>
          <w:p w14:paraId="19138D2D" w14:textId="16AD1BF9" w:rsidR="00D633B8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Stazione carico impianti provvista di 2 tubi di collegamento lunghezza 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33B8">
              <w:rPr>
                <w:rFonts w:ascii="Poppins" w:hAnsi="Poppins" w:cs="Poppins"/>
                <w:sz w:val="20"/>
              </w:rPr>
              <w:t>m.</w:t>
            </w:r>
          </w:p>
          <w:p w14:paraId="1E1BA62E" w14:textId="77777777" w:rsidR="00D633B8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5C2FA58" w14:textId="77777777" w:rsidR="00D633B8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33B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40ACE52" w14:textId="3AF73E8E" w:rsidR="00D633B8" w:rsidRPr="00D633B8" w:rsidRDefault="00D633B8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Portata: 5.2 – 60 litri/min</w:t>
            </w:r>
          </w:p>
          <w:p w14:paraId="6D99FD26" w14:textId="3A2790CC" w:rsidR="00D633B8" w:rsidRPr="00D633B8" w:rsidRDefault="00D633B8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Prevalenza H: 5 – 52 m.c.H2O</w:t>
            </w:r>
          </w:p>
          <w:p w14:paraId="47918115" w14:textId="1AEAB954" w:rsidR="00D633B8" w:rsidRPr="00D633B8" w:rsidRDefault="00D633B8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N° giri al minuto: 2900 rpm</w:t>
            </w:r>
          </w:p>
          <w:p w14:paraId="3411DA39" w14:textId="39D48F7A" w:rsidR="00D633B8" w:rsidRPr="00D633B8" w:rsidRDefault="00D633B8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Volume serbatoio: 50 litri</w:t>
            </w:r>
          </w:p>
          <w:p w14:paraId="2BED7D26" w14:textId="77777777" w:rsidR="00D633B8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4F17F3B" w14:textId="186A5933" w:rsidR="00245B89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33B8">
              <w:rPr>
                <w:rFonts w:ascii="Poppins" w:hAnsi="Poppins" w:cs="Poppins"/>
                <w:b/>
                <w:bCs/>
                <w:sz w:val="20"/>
              </w:rPr>
              <w:t>Marca Emmeti – Modello Stazione carico impianti 50 litri o equivalente.</w:t>
            </w:r>
          </w:p>
        </w:tc>
      </w:tr>
      <w:tr w:rsidR="00245B89" w:rsidRPr="00E41CBF" w14:paraId="1BB1C4B8" w14:textId="77777777" w:rsidTr="007472EE">
        <w:tc>
          <w:tcPr>
            <w:tcW w:w="1299" w:type="dxa"/>
          </w:tcPr>
          <w:p w14:paraId="25C3A02A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02706402</w:t>
            </w:r>
          </w:p>
        </w:tc>
        <w:tc>
          <w:tcPr>
            <w:tcW w:w="2310" w:type="dxa"/>
          </w:tcPr>
          <w:p w14:paraId="5CE42EE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</w:t>
            </w:r>
          </w:p>
          <w:p w14:paraId="554ED2DE" w14:textId="346ACD62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16</w:t>
            </w:r>
            <w:r w:rsidR="00A7629A">
              <w:rPr>
                <w:rFonts w:ascii="Poppins" w:hAnsi="Poppins" w:cs="Poppins"/>
                <w:bCs/>
                <w:sz w:val="20"/>
              </w:rPr>
              <w:t xml:space="preserve"> L = 15 m</w:t>
            </w:r>
          </w:p>
        </w:tc>
        <w:tc>
          <w:tcPr>
            <w:tcW w:w="5889" w:type="dxa"/>
          </w:tcPr>
          <w:p w14:paraId="4BFC6112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 AISI 316L con isolamento in EPDM per impianti solari.</w:t>
            </w:r>
          </w:p>
          <w:p w14:paraId="2C24C1E3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2EECD8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3840E9F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16</w:t>
            </w:r>
          </w:p>
          <w:p w14:paraId="2D5C9E3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</w:t>
            </w:r>
          </w:p>
          <w:p w14:paraId="552E9CFD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78497D29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3653734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3A7A1521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78895E83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FBCB63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 isolamento:</w:t>
            </w:r>
          </w:p>
          <w:p w14:paraId="7EB6824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3AB104E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34152E57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2B9F8A16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2281369A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521865C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0D061143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6527B9" w14:textId="039439A9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singolo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16 </w:t>
            </w:r>
            <w:r w:rsidR="00A7629A" w:rsidRPr="00A7629A">
              <w:rPr>
                <w:rFonts w:ascii="Poppins" w:hAnsi="Poppins" w:cs="Poppins"/>
                <w:b/>
                <w:sz w:val="20"/>
              </w:rPr>
              <w:t>L = 15 m</w:t>
            </w:r>
            <w:r w:rsidR="00A7629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E41CBF" w14:paraId="23A3D669" w14:textId="77777777" w:rsidTr="007472EE">
        <w:tc>
          <w:tcPr>
            <w:tcW w:w="1299" w:type="dxa"/>
          </w:tcPr>
          <w:p w14:paraId="0DD47886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02706412</w:t>
            </w:r>
          </w:p>
        </w:tc>
        <w:tc>
          <w:tcPr>
            <w:tcW w:w="2310" w:type="dxa"/>
          </w:tcPr>
          <w:p w14:paraId="2B207091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</w:t>
            </w:r>
          </w:p>
          <w:p w14:paraId="75522A55" w14:textId="23C0667F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20</w:t>
            </w:r>
            <w:r w:rsidR="00DF047E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DF047E" w:rsidRPr="00DF047E">
              <w:rPr>
                <w:rFonts w:ascii="Poppins" w:hAnsi="Poppins" w:cs="Poppins"/>
                <w:bCs/>
                <w:sz w:val="20"/>
              </w:rPr>
              <w:t>L = 15 m</w:t>
            </w:r>
          </w:p>
        </w:tc>
        <w:tc>
          <w:tcPr>
            <w:tcW w:w="5889" w:type="dxa"/>
          </w:tcPr>
          <w:p w14:paraId="6C2EF8C9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 AISI 316L con isolamento in EPDM per impianti solari.</w:t>
            </w:r>
          </w:p>
          <w:p w14:paraId="610B253D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A0767F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3DEE97BD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20</w:t>
            </w:r>
          </w:p>
          <w:p w14:paraId="054010F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</w:t>
            </w:r>
          </w:p>
          <w:p w14:paraId="05D6BAE1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19CC0E9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4458DAA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1FC8EEB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7A79D4B7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E2573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3C38674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5ADF765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49CB0BF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0D96FD51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7480C631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0B4047B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3C0C8336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5A6A11" w14:textId="4BD2CC8B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singolo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20 </w:t>
            </w:r>
            <w:r w:rsidR="00DF047E" w:rsidRPr="00DF047E">
              <w:rPr>
                <w:rFonts w:ascii="Poppins" w:hAnsi="Poppins" w:cs="Poppins"/>
                <w:b/>
                <w:sz w:val="20"/>
              </w:rPr>
              <w:t>L = 15 m</w:t>
            </w:r>
            <w:r w:rsidR="00DF047E" w:rsidRPr="00DF047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E41CBF" w14:paraId="27C65EE8" w14:textId="77777777" w:rsidTr="007472EE">
        <w:tc>
          <w:tcPr>
            <w:tcW w:w="1299" w:type="dxa"/>
          </w:tcPr>
          <w:p w14:paraId="5F653184" w14:textId="77777777" w:rsidR="00245B89" w:rsidRPr="007C3E07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3E07">
              <w:rPr>
                <w:rFonts w:ascii="Poppins" w:hAnsi="Poppins" w:cs="Poppins"/>
                <w:sz w:val="20"/>
              </w:rPr>
              <w:t>02706422</w:t>
            </w:r>
          </w:p>
        </w:tc>
        <w:tc>
          <w:tcPr>
            <w:tcW w:w="2310" w:type="dxa"/>
          </w:tcPr>
          <w:p w14:paraId="482977B5" w14:textId="77777777" w:rsidR="00245B89" w:rsidRPr="007C3E07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Cs/>
                <w:sz w:val="20"/>
              </w:rPr>
              <w:t>Tubo singolo flessibile in acciaio inox</w:t>
            </w:r>
          </w:p>
          <w:p w14:paraId="7858A23F" w14:textId="0F388AB6" w:rsidR="00245B89" w:rsidRPr="007C3E07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Cs/>
                <w:sz w:val="20"/>
              </w:rPr>
              <w:t>DN 25</w:t>
            </w:r>
            <w:r w:rsidR="007C3E07" w:rsidRPr="007C3E07">
              <w:rPr>
                <w:rFonts w:ascii="Poppins" w:hAnsi="Poppins" w:cs="Poppins"/>
                <w:bCs/>
                <w:sz w:val="20"/>
              </w:rPr>
              <w:t xml:space="preserve"> L = 15 m</w:t>
            </w:r>
          </w:p>
        </w:tc>
        <w:tc>
          <w:tcPr>
            <w:tcW w:w="5889" w:type="dxa"/>
          </w:tcPr>
          <w:p w14:paraId="7B5545B1" w14:textId="77777777" w:rsidR="00245B89" w:rsidRPr="007C3E07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Cs/>
                <w:sz w:val="20"/>
              </w:rPr>
              <w:t>Tubo singolo flessibile in acciaio inox AISI 316L con isolamento in EPDM per impianti solari.</w:t>
            </w:r>
          </w:p>
          <w:p w14:paraId="115F8C6B" w14:textId="77777777" w:rsidR="00245B89" w:rsidRPr="007C3E07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9A94C1" w14:textId="77777777" w:rsidR="00245B89" w:rsidRPr="007C3E07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5A496636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C3E07">
              <w:rPr>
                <w:rFonts w:ascii="Poppins" w:hAnsi="Poppins" w:cs="Poppins"/>
                <w:bCs/>
              </w:rPr>
              <w:t>Diametro: DN 25</w:t>
            </w:r>
          </w:p>
          <w:p w14:paraId="4CE30500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C3E07">
              <w:rPr>
                <w:rFonts w:ascii="Poppins" w:hAnsi="Poppins" w:cs="Poppins"/>
                <w:bCs/>
              </w:rPr>
              <w:t>Lunghezza: 15 mm</w:t>
            </w:r>
          </w:p>
          <w:p w14:paraId="3C43B39B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0C4E1CA6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Temperatura max. di esercizio: 150 °C</w:t>
            </w:r>
          </w:p>
          <w:p w14:paraId="2BADCFE4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Pressione massima a 20 °C: 10 bar</w:t>
            </w:r>
          </w:p>
          <w:p w14:paraId="460D3186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Pressione massima a 200 °C: 6.9 bar</w:t>
            </w:r>
          </w:p>
          <w:p w14:paraId="0331B767" w14:textId="77777777" w:rsidR="00245B89" w:rsidRPr="007C3E07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55961A" w14:textId="77777777" w:rsidR="00245B89" w:rsidRPr="007C3E07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5F6C3950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Materiale isolante: EPDM</w:t>
            </w:r>
          </w:p>
          <w:p w14:paraId="55DFA90C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Spessore isolante: 13 mm</w:t>
            </w:r>
          </w:p>
          <w:p w14:paraId="00651C49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Conducibilità termica:</w:t>
            </w:r>
          </w:p>
          <w:p w14:paraId="41FAD7B7" w14:textId="77777777" w:rsidR="00245B89" w:rsidRPr="007C3E07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C3E07">
              <w:rPr>
                <w:rFonts w:ascii="Cambria" w:hAnsi="Cambria" w:cs="Cambria"/>
                <w:bCs/>
              </w:rPr>
              <w:t>λ</w:t>
            </w:r>
            <w:r w:rsidRPr="007C3E07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4F324DFD" w14:textId="77777777" w:rsidR="00245B89" w:rsidRPr="007C3E07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C3E07">
              <w:rPr>
                <w:rFonts w:ascii="Cambria" w:hAnsi="Cambria" w:cs="Cambria"/>
                <w:bCs/>
              </w:rPr>
              <w:t>λ</w:t>
            </w:r>
            <w:r w:rsidRPr="007C3E07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57E6C836" w14:textId="77777777" w:rsidR="00245B89" w:rsidRPr="007C3E07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4B9BAFA2" w14:textId="77777777" w:rsidR="00245B89" w:rsidRPr="007C3E07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00DA5F" w14:textId="5A7A1155" w:rsidR="00245B89" w:rsidRPr="007C3E07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C3E07">
              <w:rPr>
                <w:rFonts w:ascii="Poppins" w:hAnsi="Poppins" w:cs="Poppins"/>
                <w:b/>
                <w:sz w:val="20"/>
              </w:rPr>
              <w:t xml:space="preserve">Marca Emmeti - Modello Tubo singolo flessibile in acciaio inox DN 25 </w:t>
            </w:r>
            <w:r w:rsidR="007C3E07" w:rsidRPr="007C3E07">
              <w:rPr>
                <w:rFonts w:ascii="Poppins" w:hAnsi="Poppins" w:cs="Poppins"/>
                <w:b/>
                <w:sz w:val="20"/>
              </w:rPr>
              <w:t>L = 15 m</w:t>
            </w:r>
            <w:r w:rsidR="007C3E07" w:rsidRPr="007C3E07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C3E07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245B89" w:rsidRPr="00E41CBF" w14:paraId="6EB3E92B" w14:textId="77777777" w:rsidTr="007472EE">
        <w:tc>
          <w:tcPr>
            <w:tcW w:w="1299" w:type="dxa"/>
          </w:tcPr>
          <w:p w14:paraId="0033AF72" w14:textId="62C4200B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</w:t>
            </w:r>
            <w:r w:rsidR="00F85C78">
              <w:rPr>
                <w:rFonts w:ascii="Poppins" w:hAnsi="Poppins" w:cs="Poppins"/>
                <w:sz w:val="20"/>
              </w:rPr>
              <w:t>7</w:t>
            </w:r>
            <w:r w:rsidRPr="007C5C61">
              <w:rPr>
                <w:rFonts w:ascii="Poppins" w:hAnsi="Poppins" w:cs="Poppins"/>
                <w:sz w:val="20"/>
              </w:rPr>
              <w:t>502</w:t>
            </w:r>
          </w:p>
        </w:tc>
        <w:tc>
          <w:tcPr>
            <w:tcW w:w="2310" w:type="dxa"/>
          </w:tcPr>
          <w:p w14:paraId="59DE4EA0" w14:textId="372C299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preisolato - separabile</w:t>
            </w:r>
          </w:p>
          <w:p w14:paraId="53AEDEA1" w14:textId="0FCD0CA6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16</w:t>
            </w:r>
            <w:r w:rsidR="003D26C1">
              <w:rPr>
                <w:rFonts w:ascii="Poppins" w:hAnsi="Poppins" w:cs="Poppins"/>
                <w:bCs/>
                <w:sz w:val="20"/>
              </w:rPr>
              <w:t xml:space="preserve"> L = 15 m</w:t>
            </w:r>
          </w:p>
        </w:tc>
        <w:tc>
          <w:tcPr>
            <w:tcW w:w="5889" w:type="dxa"/>
          </w:tcPr>
          <w:p w14:paraId="769F9A5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 AISI 316L con isolamento in EPDM e cavo per il sensore di temperatura per impianti solari.</w:t>
            </w:r>
          </w:p>
          <w:p w14:paraId="63F09288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325BBA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69F5ACC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16</w:t>
            </w:r>
          </w:p>
          <w:p w14:paraId="10F1858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mm</w:t>
            </w:r>
          </w:p>
          <w:p w14:paraId="1C9CCAA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461792D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1168BC4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7A0B29B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194CF18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37D9C46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502B10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7690CC8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2C02DDA3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04FD8F75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0E753BCC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4283AEBE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50D37A4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5C05D12D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417860" w14:textId="3C6DE2C1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85C78">
              <w:rPr>
                <w:rFonts w:ascii="Poppins" w:hAnsi="Poppins" w:cs="Poppins"/>
                <w:b/>
                <w:sz w:val="20"/>
              </w:rPr>
              <w:t>-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Modello Tubo doppio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="00F85C78" w:rsidRPr="00F85C78">
              <w:rPr>
                <w:rFonts w:ascii="Poppins" w:hAnsi="Poppins" w:cs="Poppins"/>
                <w:b/>
                <w:sz w:val="20"/>
              </w:rPr>
              <w:t xml:space="preserve">preisolato - separabile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16 </w:t>
            </w:r>
            <w:r w:rsidR="003D26C1" w:rsidRPr="003D26C1">
              <w:rPr>
                <w:rFonts w:ascii="Poppins" w:hAnsi="Poppins" w:cs="Poppins"/>
                <w:b/>
                <w:sz w:val="20"/>
              </w:rPr>
              <w:t>L = 15 m</w:t>
            </w:r>
            <w:r w:rsidR="003D26C1" w:rsidRPr="003D26C1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AF3D6A" w14:paraId="018245AB" w14:textId="77777777" w:rsidTr="007472EE">
        <w:tc>
          <w:tcPr>
            <w:tcW w:w="1299" w:type="dxa"/>
          </w:tcPr>
          <w:p w14:paraId="0704FEDA" w14:textId="131CF782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</w:t>
            </w:r>
            <w:r w:rsidR="00F85C78">
              <w:rPr>
                <w:rFonts w:ascii="Poppins" w:hAnsi="Poppins" w:cs="Poppins"/>
                <w:sz w:val="20"/>
              </w:rPr>
              <w:t>7</w:t>
            </w:r>
            <w:r w:rsidRPr="007C5C61">
              <w:rPr>
                <w:rFonts w:ascii="Poppins" w:hAnsi="Poppins" w:cs="Poppins"/>
                <w:sz w:val="20"/>
              </w:rPr>
              <w:t>522</w:t>
            </w:r>
          </w:p>
        </w:tc>
        <w:tc>
          <w:tcPr>
            <w:tcW w:w="2310" w:type="dxa"/>
          </w:tcPr>
          <w:p w14:paraId="65B197C8" w14:textId="772F66A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85C78" w:rsidRPr="00F85C78">
              <w:rPr>
                <w:rFonts w:ascii="Poppins" w:hAnsi="Poppins" w:cs="Poppins"/>
                <w:bCs/>
                <w:sz w:val="20"/>
              </w:rPr>
              <w:t>preisolato - separabile</w:t>
            </w:r>
          </w:p>
          <w:p w14:paraId="75E6AEB9" w14:textId="2FB65485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20</w:t>
            </w:r>
            <w:r w:rsidR="003D26C1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3D26C1" w:rsidRPr="003D26C1">
              <w:rPr>
                <w:rFonts w:ascii="Poppins" w:hAnsi="Poppins" w:cs="Poppins"/>
                <w:bCs/>
                <w:sz w:val="20"/>
              </w:rPr>
              <w:t>L = 15 m</w:t>
            </w:r>
          </w:p>
        </w:tc>
        <w:tc>
          <w:tcPr>
            <w:tcW w:w="5889" w:type="dxa"/>
          </w:tcPr>
          <w:p w14:paraId="2DC9F016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 AISI 316L con isolamento in EPDM e cavo per il sensore di temperatura per impianti solari.</w:t>
            </w:r>
          </w:p>
          <w:p w14:paraId="370C3FA7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F2C45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5B62C279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20</w:t>
            </w:r>
          </w:p>
          <w:p w14:paraId="76CB94D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lastRenderedPageBreak/>
              <w:t>Lunghezza: 15 mm</w:t>
            </w:r>
          </w:p>
          <w:p w14:paraId="7B18EF3D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069EE4C9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18BB9C9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7073B8E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2288700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673E5963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5DF8288B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143846D3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4E01B67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32C1B45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4C3067E3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780E5A16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59A2EA0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59F958C6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85CFD1" w14:textId="2D1EB256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="00F85C78" w:rsidRPr="00F85C78">
              <w:rPr>
                <w:rFonts w:ascii="Poppins" w:hAnsi="Poppins" w:cs="Poppins"/>
                <w:b/>
                <w:sz w:val="20"/>
              </w:rPr>
              <w:t xml:space="preserve">preisolato - separabile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20 </w:t>
            </w:r>
            <w:r w:rsidR="003D26C1" w:rsidRPr="003D26C1">
              <w:rPr>
                <w:rFonts w:ascii="Poppins" w:hAnsi="Poppins" w:cs="Poppins"/>
                <w:b/>
                <w:sz w:val="20"/>
              </w:rPr>
              <w:t>L = 15 m</w:t>
            </w:r>
            <w:r w:rsidR="003D26C1" w:rsidRPr="003D26C1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13039BB1" w14:textId="77777777" w:rsidTr="007472EE">
        <w:tc>
          <w:tcPr>
            <w:tcW w:w="1299" w:type="dxa"/>
          </w:tcPr>
          <w:p w14:paraId="7DB76232" w14:textId="0C211569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</w:t>
            </w:r>
            <w:r w:rsidR="00F85C78">
              <w:rPr>
                <w:rFonts w:ascii="Poppins" w:hAnsi="Poppins" w:cs="Poppins"/>
                <w:sz w:val="20"/>
              </w:rPr>
              <w:t>7</w:t>
            </w:r>
            <w:r w:rsidRPr="007C5C61">
              <w:rPr>
                <w:rFonts w:ascii="Poppins" w:hAnsi="Poppins" w:cs="Poppins"/>
                <w:sz w:val="20"/>
              </w:rPr>
              <w:t>462</w:t>
            </w:r>
          </w:p>
        </w:tc>
        <w:tc>
          <w:tcPr>
            <w:tcW w:w="2310" w:type="dxa"/>
          </w:tcPr>
          <w:p w14:paraId="7F3F1764" w14:textId="225D3764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85C78" w:rsidRPr="00F85C78">
              <w:rPr>
                <w:rFonts w:ascii="Poppins" w:hAnsi="Poppins" w:cs="Poppins"/>
                <w:bCs/>
                <w:sz w:val="20"/>
              </w:rPr>
              <w:t>preisolato - separabile</w:t>
            </w:r>
          </w:p>
          <w:p w14:paraId="3FA56042" w14:textId="79C98922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25</w:t>
            </w:r>
            <w:r w:rsidR="003D26C1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3D26C1" w:rsidRPr="003D26C1">
              <w:rPr>
                <w:rFonts w:ascii="Poppins" w:hAnsi="Poppins" w:cs="Poppins"/>
                <w:bCs/>
                <w:sz w:val="20"/>
              </w:rPr>
              <w:t>L = 15 m</w:t>
            </w:r>
          </w:p>
        </w:tc>
        <w:tc>
          <w:tcPr>
            <w:tcW w:w="5889" w:type="dxa"/>
          </w:tcPr>
          <w:p w14:paraId="466AA5D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 AISI 316L con isolamento in EPDM e cavo per il sensore di temperatura per impianti solari.</w:t>
            </w:r>
          </w:p>
          <w:p w14:paraId="0468BEC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6B0546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41B61E61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25</w:t>
            </w:r>
          </w:p>
          <w:p w14:paraId="02B841D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mm</w:t>
            </w:r>
          </w:p>
          <w:p w14:paraId="71C1827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27B7923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486FFC6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10 bar</w:t>
            </w:r>
          </w:p>
          <w:p w14:paraId="0B32C16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6.9 bar</w:t>
            </w:r>
          </w:p>
          <w:p w14:paraId="353258E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678A1AAB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2DF028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556306C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530898E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0BDE92C3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74B10932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46BAB282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035EFC13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6DF9060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63F6E6" w14:textId="3F6D9818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lastRenderedPageBreak/>
              <w:t>Marca Emmeti - Modello Tubo doppio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="00F85C78" w:rsidRPr="00F85C78">
              <w:rPr>
                <w:rFonts w:ascii="Poppins" w:hAnsi="Poppins" w:cs="Poppins"/>
                <w:b/>
                <w:sz w:val="20"/>
              </w:rPr>
              <w:t xml:space="preserve">preisolato - separabile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25 </w:t>
            </w:r>
            <w:r w:rsidR="003D26C1" w:rsidRPr="003D26C1">
              <w:rPr>
                <w:rFonts w:ascii="Poppins" w:hAnsi="Poppins" w:cs="Poppins"/>
                <w:b/>
                <w:sz w:val="20"/>
              </w:rPr>
              <w:t>L = 15 m</w:t>
            </w:r>
            <w:r w:rsidR="003D26C1" w:rsidRPr="003D26C1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27B93F6D" w14:textId="77777777" w:rsidTr="007472EE">
        <w:tc>
          <w:tcPr>
            <w:tcW w:w="1299" w:type="dxa"/>
          </w:tcPr>
          <w:p w14:paraId="0C788961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02707841</w:t>
            </w:r>
          </w:p>
        </w:tc>
        <w:tc>
          <w:tcPr>
            <w:tcW w:w="2310" w:type="dxa"/>
          </w:tcPr>
          <w:p w14:paraId="073B0AE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15x0,8</w:t>
            </w:r>
          </w:p>
          <w:p w14:paraId="7F1F2B3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L= 15 m</w:t>
            </w:r>
          </w:p>
        </w:tc>
        <w:tc>
          <w:tcPr>
            <w:tcW w:w="5889" w:type="dxa"/>
          </w:tcPr>
          <w:p w14:paraId="69CAE11B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con isolamento in EPDM e cavo per il sensore di temperatura per impianti solari.</w:t>
            </w:r>
          </w:p>
          <w:p w14:paraId="272AC51E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D8D07D" w14:textId="77777777" w:rsidR="00245B89" w:rsidRPr="001E3BE2" w:rsidRDefault="00245B89" w:rsidP="00245B8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E3BE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EC314E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Materiale tubazione: rame DIN EN 12249 (R220)</w:t>
            </w:r>
          </w:p>
          <w:p w14:paraId="2D06361E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 15x0,8</w:t>
            </w:r>
          </w:p>
          <w:p w14:paraId="6256DFF5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</w:t>
            </w:r>
          </w:p>
          <w:p w14:paraId="39DAA9A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14AB118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01CB77A8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BA09D2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7D17BA6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125798D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458EBD87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1009CCF2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63081EC7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4991A15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72E779C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375B60" w14:textId="6359941D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in rame 15x0,8</w:t>
            </w:r>
            <w:r w:rsidR="006733C2">
              <w:rPr>
                <w:rFonts w:ascii="Poppins" w:hAnsi="Poppins" w:cs="Poppins"/>
                <w:b/>
                <w:sz w:val="20"/>
              </w:rPr>
              <w:t xml:space="preserve"> L=15 m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68630FC6" w14:textId="77777777" w:rsidTr="007472EE">
        <w:tc>
          <w:tcPr>
            <w:tcW w:w="1299" w:type="dxa"/>
          </w:tcPr>
          <w:p w14:paraId="08C3125E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02717845</w:t>
            </w:r>
          </w:p>
        </w:tc>
        <w:tc>
          <w:tcPr>
            <w:tcW w:w="2310" w:type="dxa"/>
          </w:tcPr>
          <w:p w14:paraId="3EA4447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18x0,8</w:t>
            </w:r>
          </w:p>
          <w:p w14:paraId="3EE44CE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L= 20 m</w:t>
            </w:r>
          </w:p>
        </w:tc>
        <w:tc>
          <w:tcPr>
            <w:tcW w:w="5889" w:type="dxa"/>
          </w:tcPr>
          <w:p w14:paraId="5767C79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con isolamento in EPDM e cavo per il sensore di temperatura per impianti solari.</w:t>
            </w:r>
          </w:p>
          <w:p w14:paraId="436094C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3803C9" w14:textId="77777777" w:rsidR="00245B89" w:rsidRPr="001E3BE2" w:rsidRDefault="00245B89" w:rsidP="00245B8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E3BE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EF61507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Materiale tubazione: rame DIN EN 12249 (R220)</w:t>
            </w:r>
          </w:p>
          <w:p w14:paraId="219193A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 18x0,8</w:t>
            </w:r>
          </w:p>
          <w:p w14:paraId="68DAF71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20 m</w:t>
            </w:r>
          </w:p>
          <w:p w14:paraId="334508E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7A72D1C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21E63C39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</w:p>
          <w:p w14:paraId="18A11F77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7840DA0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6AF8B7B9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62AD202D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26B854D0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089A69B6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26D61CC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7F1B81F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56DCD7" w14:textId="17D00436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lastRenderedPageBreak/>
              <w:t>Marca Emmeti - Modello Tubo doppio in rame 18x0,8</w:t>
            </w:r>
            <w:r w:rsidR="006733C2">
              <w:rPr>
                <w:rFonts w:ascii="Poppins" w:hAnsi="Poppins" w:cs="Poppins"/>
                <w:b/>
                <w:sz w:val="20"/>
              </w:rPr>
              <w:t xml:space="preserve"> L=20 m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0B1DD43B" w14:textId="77777777" w:rsidTr="007472EE">
        <w:tc>
          <w:tcPr>
            <w:tcW w:w="1299" w:type="dxa"/>
          </w:tcPr>
          <w:p w14:paraId="3B611FCF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02706552</w:t>
            </w:r>
          </w:p>
        </w:tc>
        <w:tc>
          <w:tcPr>
            <w:tcW w:w="2310" w:type="dxa"/>
          </w:tcPr>
          <w:p w14:paraId="180E0BD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tubi</w:t>
            </w:r>
          </w:p>
          <w:p w14:paraId="6DE9D19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16 mm (3/4”)</w:t>
            </w:r>
          </w:p>
        </w:tc>
        <w:tc>
          <w:tcPr>
            <w:tcW w:w="5889" w:type="dxa"/>
          </w:tcPr>
          <w:p w14:paraId="3E1A391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per tubazioni in inox con diametro 16 mm (3/4”).</w:t>
            </w:r>
          </w:p>
          <w:p w14:paraId="0F0CF9D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D9F982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Il kit è composto da: 4 dadi di raccordo, 4 anelli di fissaggio, 4 guarnizioni piane, 1 nipplo e 1 rossetta in acciaio inox.</w:t>
            </w:r>
          </w:p>
          <w:p w14:paraId="6845DDD8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5C9DC7" w14:textId="31B88C5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di connessione tubi DN 16 mm (3/4”)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21B41E50" w14:textId="77777777" w:rsidTr="007472EE">
        <w:tc>
          <w:tcPr>
            <w:tcW w:w="1299" w:type="dxa"/>
          </w:tcPr>
          <w:p w14:paraId="1263955B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02706602</w:t>
            </w:r>
          </w:p>
        </w:tc>
        <w:tc>
          <w:tcPr>
            <w:tcW w:w="2310" w:type="dxa"/>
          </w:tcPr>
          <w:p w14:paraId="11658733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tubi</w:t>
            </w:r>
          </w:p>
          <w:p w14:paraId="7F00596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20 mm (1”)</w:t>
            </w:r>
          </w:p>
        </w:tc>
        <w:tc>
          <w:tcPr>
            <w:tcW w:w="5889" w:type="dxa"/>
          </w:tcPr>
          <w:p w14:paraId="4B72FF9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per tubazioni in inox con diametro 20 mm (1”).</w:t>
            </w:r>
          </w:p>
          <w:p w14:paraId="15C413C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38986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Il kit è composto da: 4 dadi di raccordo, 4 anelli di fissaggio, 4 guarnizioni piane, 1 nipplo e 1 rossetta in acciaio inox.</w:t>
            </w:r>
          </w:p>
          <w:p w14:paraId="7C3BAE10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918550" w14:textId="5CF404DB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di connessione tubi DN 20 mm (1”)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2E542582" w14:textId="77777777" w:rsidTr="007472EE">
        <w:tc>
          <w:tcPr>
            <w:tcW w:w="1299" w:type="dxa"/>
          </w:tcPr>
          <w:p w14:paraId="15FBAB25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02706610</w:t>
            </w:r>
          </w:p>
        </w:tc>
        <w:tc>
          <w:tcPr>
            <w:tcW w:w="2310" w:type="dxa"/>
          </w:tcPr>
          <w:p w14:paraId="72E17A3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tubi</w:t>
            </w:r>
          </w:p>
          <w:p w14:paraId="4F1B6128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25 mm (1”1/4)</w:t>
            </w:r>
          </w:p>
        </w:tc>
        <w:tc>
          <w:tcPr>
            <w:tcW w:w="5889" w:type="dxa"/>
          </w:tcPr>
          <w:p w14:paraId="686B240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per tubazioni in inox con diametro 25 mm (1”1/4).</w:t>
            </w:r>
          </w:p>
          <w:p w14:paraId="715315D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798A0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Il kit è composto da: 4 dadi di raccordo, 4 anelli di fissaggio, 4 guarnizioni piane, 1 nipplo e 1 rossetta in acciaio inox.</w:t>
            </w:r>
          </w:p>
          <w:p w14:paraId="20B1464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E1BE73" w14:textId="3F91DF9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di connessione tubi DN 25 mm (1”1/4)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73123495" w14:textId="77777777" w:rsidTr="007472EE">
        <w:tc>
          <w:tcPr>
            <w:tcW w:w="1299" w:type="dxa"/>
          </w:tcPr>
          <w:p w14:paraId="6D2FBCFF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02706730</w:t>
            </w:r>
          </w:p>
        </w:tc>
        <w:tc>
          <w:tcPr>
            <w:tcW w:w="2310" w:type="dxa"/>
          </w:tcPr>
          <w:p w14:paraId="5B727B7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</w:t>
            </w:r>
          </w:p>
          <w:p w14:paraId="51F8908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3/4" M – 3/4" M</w:t>
            </w:r>
          </w:p>
        </w:tc>
        <w:tc>
          <w:tcPr>
            <w:tcW w:w="5889" w:type="dxa"/>
          </w:tcPr>
          <w:p w14:paraId="47CD594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 3/4” M x 3/4" M per giunzioni di tubazione in inox degli impianti solari.</w:t>
            </w:r>
          </w:p>
          <w:p w14:paraId="2BE677D2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38F7F44" w14:textId="2A6C48E8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Nipplo doppio maschio 3/4" M – 3/4"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7EBD4D94" w14:textId="77777777" w:rsidTr="007472EE">
        <w:tc>
          <w:tcPr>
            <w:tcW w:w="1299" w:type="dxa"/>
          </w:tcPr>
          <w:p w14:paraId="1C783304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02706740</w:t>
            </w:r>
          </w:p>
        </w:tc>
        <w:tc>
          <w:tcPr>
            <w:tcW w:w="2310" w:type="dxa"/>
          </w:tcPr>
          <w:p w14:paraId="4A49CFB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</w:t>
            </w:r>
          </w:p>
          <w:p w14:paraId="0CB32A61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1" M – 1" M</w:t>
            </w:r>
          </w:p>
        </w:tc>
        <w:tc>
          <w:tcPr>
            <w:tcW w:w="5889" w:type="dxa"/>
          </w:tcPr>
          <w:p w14:paraId="506D7ED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 1” M x 1" M per giunzioni di tubazione in inox degli impianti solari.</w:t>
            </w:r>
          </w:p>
          <w:p w14:paraId="13A8C3E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6FF957" w14:textId="14942780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Nipplo doppio maschio 1" M – 1"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6D4EAD8E" w14:textId="77777777" w:rsidTr="007472EE">
        <w:tc>
          <w:tcPr>
            <w:tcW w:w="1299" w:type="dxa"/>
          </w:tcPr>
          <w:p w14:paraId="3F5611D7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02706750</w:t>
            </w:r>
          </w:p>
        </w:tc>
        <w:tc>
          <w:tcPr>
            <w:tcW w:w="2310" w:type="dxa"/>
          </w:tcPr>
          <w:p w14:paraId="63F72E4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</w:t>
            </w:r>
          </w:p>
          <w:p w14:paraId="1CB8784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lastRenderedPageBreak/>
              <w:t>1"1/4 M – 1"1/4 M</w:t>
            </w:r>
          </w:p>
        </w:tc>
        <w:tc>
          <w:tcPr>
            <w:tcW w:w="5889" w:type="dxa"/>
          </w:tcPr>
          <w:p w14:paraId="6BEBCF2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lastRenderedPageBreak/>
              <w:t>Nipplo doppio maschio 1”1/4 M x 1"1/4 M per giunzioni in inox di tubazione degli impianti solari.</w:t>
            </w:r>
          </w:p>
          <w:p w14:paraId="5076F950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474C7F" w14:textId="777452C4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Nipplo doppio maschio 1"1/4 M – 1"1/4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065331AC" w14:textId="77777777" w:rsidTr="007472EE">
        <w:tc>
          <w:tcPr>
            <w:tcW w:w="1299" w:type="dxa"/>
          </w:tcPr>
          <w:p w14:paraId="7E64FF84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02707850</w:t>
            </w:r>
          </w:p>
        </w:tc>
        <w:tc>
          <w:tcPr>
            <w:tcW w:w="2310" w:type="dxa"/>
          </w:tcPr>
          <w:p w14:paraId="03AB708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per tubazione in rame</w:t>
            </w:r>
          </w:p>
          <w:p w14:paraId="6309A5F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18 x DN 15</w:t>
            </w:r>
          </w:p>
        </w:tc>
        <w:tc>
          <w:tcPr>
            <w:tcW w:w="5889" w:type="dxa"/>
          </w:tcPr>
          <w:p w14:paraId="0430DF48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DN 18 x DN 15 monopezzo per tubazioni in rame.</w:t>
            </w:r>
          </w:p>
          <w:p w14:paraId="61F28BD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0ECC520" w14:textId="63588B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Anello di riduzione per tubazione in rame DN 18 x DN 15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1327232B" w14:textId="77777777" w:rsidTr="007472EE">
        <w:tc>
          <w:tcPr>
            <w:tcW w:w="1299" w:type="dxa"/>
          </w:tcPr>
          <w:p w14:paraId="40A54D2E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02707852</w:t>
            </w:r>
          </w:p>
        </w:tc>
        <w:tc>
          <w:tcPr>
            <w:tcW w:w="2310" w:type="dxa"/>
          </w:tcPr>
          <w:p w14:paraId="208EB24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per tubazione in rame</w:t>
            </w:r>
          </w:p>
          <w:p w14:paraId="1D5B36F3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22 x DN 18</w:t>
            </w:r>
          </w:p>
        </w:tc>
        <w:tc>
          <w:tcPr>
            <w:tcW w:w="5889" w:type="dxa"/>
          </w:tcPr>
          <w:p w14:paraId="4F57CF3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DN 22 x DN 15 monopezzo per tubazioni in rame.</w:t>
            </w:r>
          </w:p>
          <w:p w14:paraId="76B60B28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D6FFFB" w14:textId="5487D4DA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Anello di riduzione per tubazione in rame DN 22 x DN 18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59F2B588" w14:textId="77777777" w:rsidTr="007472EE">
        <w:tc>
          <w:tcPr>
            <w:tcW w:w="1299" w:type="dxa"/>
          </w:tcPr>
          <w:p w14:paraId="5F7CDA12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02707860</w:t>
            </w:r>
          </w:p>
        </w:tc>
        <w:tc>
          <w:tcPr>
            <w:tcW w:w="2310" w:type="dxa"/>
          </w:tcPr>
          <w:p w14:paraId="53C6E03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</w:t>
            </w:r>
          </w:p>
          <w:p w14:paraId="0F95A67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rame x rame</w:t>
            </w:r>
          </w:p>
          <w:p w14:paraId="7B1F9A9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15 x DN 15</w:t>
            </w:r>
          </w:p>
        </w:tc>
        <w:tc>
          <w:tcPr>
            <w:tcW w:w="5889" w:type="dxa"/>
          </w:tcPr>
          <w:p w14:paraId="067B572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 DN 15 x DN 15 per tubazioni in rame.</w:t>
            </w:r>
          </w:p>
          <w:p w14:paraId="44CB05A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BA59284" w14:textId="4D2654F5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connessione rapida rame x rame DN 15 x DN 15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5FF162C6" w14:textId="77777777" w:rsidTr="007472EE">
        <w:tc>
          <w:tcPr>
            <w:tcW w:w="1299" w:type="dxa"/>
          </w:tcPr>
          <w:p w14:paraId="4F2B0B9B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02707862</w:t>
            </w:r>
          </w:p>
        </w:tc>
        <w:tc>
          <w:tcPr>
            <w:tcW w:w="2310" w:type="dxa"/>
          </w:tcPr>
          <w:p w14:paraId="4169140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</w:t>
            </w:r>
          </w:p>
          <w:p w14:paraId="7732E8E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rame x rame</w:t>
            </w:r>
          </w:p>
          <w:p w14:paraId="771E9A6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18 x DN 18</w:t>
            </w:r>
          </w:p>
        </w:tc>
        <w:tc>
          <w:tcPr>
            <w:tcW w:w="5889" w:type="dxa"/>
          </w:tcPr>
          <w:p w14:paraId="6C160DD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 DN 18 x DN 18 per tubazioni in rame.</w:t>
            </w:r>
          </w:p>
          <w:p w14:paraId="251E331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29B03E7" w14:textId="73A4DFB5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connessione rapida rame x rame DN 18 x DN 18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1D298FAA" w14:textId="77777777" w:rsidTr="007472EE">
        <w:tc>
          <w:tcPr>
            <w:tcW w:w="1299" w:type="dxa"/>
          </w:tcPr>
          <w:p w14:paraId="4A672610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02707870</w:t>
            </w:r>
          </w:p>
        </w:tc>
        <w:tc>
          <w:tcPr>
            <w:tcW w:w="2310" w:type="dxa"/>
          </w:tcPr>
          <w:p w14:paraId="722C0F5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1F56AE5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3/4” M x DN 15 rame</w:t>
            </w:r>
          </w:p>
        </w:tc>
        <w:tc>
          <w:tcPr>
            <w:tcW w:w="5889" w:type="dxa"/>
          </w:tcPr>
          <w:p w14:paraId="5B6C138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3/4" per tubazione in rame DN 15. </w:t>
            </w:r>
          </w:p>
          <w:p w14:paraId="5C370C6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6E3686A" w14:textId="1FF3E05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3/4” M x DN 15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41EE7F18" w14:textId="77777777" w:rsidTr="007472EE">
        <w:tc>
          <w:tcPr>
            <w:tcW w:w="1299" w:type="dxa"/>
          </w:tcPr>
          <w:p w14:paraId="5E792879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02707872</w:t>
            </w:r>
          </w:p>
        </w:tc>
        <w:tc>
          <w:tcPr>
            <w:tcW w:w="2310" w:type="dxa"/>
          </w:tcPr>
          <w:p w14:paraId="6912A13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0AC0A7F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3/4” M x DN 18 rame</w:t>
            </w:r>
          </w:p>
        </w:tc>
        <w:tc>
          <w:tcPr>
            <w:tcW w:w="5889" w:type="dxa"/>
          </w:tcPr>
          <w:p w14:paraId="1BF83314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3/4" per tubazione in rame DN 18. </w:t>
            </w:r>
          </w:p>
          <w:p w14:paraId="1BCC4E4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E39C44" w14:textId="3034DD7C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3/4” M x DN 18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05F7584A" w14:textId="77777777" w:rsidTr="007472EE">
        <w:tc>
          <w:tcPr>
            <w:tcW w:w="1299" w:type="dxa"/>
          </w:tcPr>
          <w:p w14:paraId="758EA3DE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02707874</w:t>
            </w:r>
          </w:p>
        </w:tc>
        <w:tc>
          <w:tcPr>
            <w:tcW w:w="2310" w:type="dxa"/>
          </w:tcPr>
          <w:p w14:paraId="7C3167E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0E6C8E5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3/4” M x DN 22 rame</w:t>
            </w:r>
          </w:p>
        </w:tc>
        <w:tc>
          <w:tcPr>
            <w:tcW w:w="5889" w:type="dxa"/>
          </w:tcPr>
          <w:p w14:paraId="759D9610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3/4" per tubazione in rame DN 22. </w:t>
            </w:r>
          </w:p>
          <w:p w14:paraId="3992EAA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42139D" w14:textId="71C1DFAA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3/4” M x DN 22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301C7125" w14:textId="77777777" w:rsidTr="007472EE">
        <w:tc>
          <w:tcPr>
            <w:tcW w:w="1299" w:type="dxa"/>
          </w:tcPr>
          <w:p w14:paraId="7D02B1B9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02707876</w:t>
            </w:r>
          </w:p>
        </w:tc>
        <w:tc>
          <w:tcPr>
            <w:tcW w:w="2310" w:type="dxa"/>
          </w:tcPr>
          <w:p w14:paraId="6B68F1C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</w:t>
            </w:r>
            <w:r w:rsidRPr="00764065">
              <w:rPr>
                <w:rFonts w:ascii="Poppins" w:hAnsi="Poppins" w:cs="Poppins"/>
                <w:bCs/>
                <w:sz w:val="20"/>
              </w:rPr>
              <w:lastRenderedPageBreak/>
              <w:t>maschio per tubi in rame</w:t>
            </w:r>
          </w:p>
          <w:p w14:paraId="34113F62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1” M x DN 22 rame</w:t>
            </w:r>
          </w:p>
        </w:tc>
        <w:tc>
          <w:tcPr>
            <w:tcW w:w="5889" w:type="dxa"/>
          </w:tcPr>
          <w:p w14:paraId="14B95A7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lastRenderedPageBreak/>
              <w:t xml:space="preserve">Raccordo a tenuta metallica con filetto maschio da 1" per tubazione in rame DN 22. </w:t>
            </w:r>
          </w:p>
          <w:p w14:paraId="25D01BC3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BC5D8D7" w14:textId="32EE8C68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1” M x DN 22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6239B221" w14:textId="77777777" w:rsidTr="007472EE">
        <w:tc>
          <w:tcPr>
            <w:tcW w:w="1299" w:type="dxa"/>
          </w:tcPr>
          <w:p w14:paraId="4E2D6564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02706540</w:t>
            </w:r>
          </w:p>
        </w:tc>
        <w:tc>
          <w:tcPr>
            <w:tcW w:w="2310" w:type="dxa"/>
          </w:tcPr>
          <w:p w14:paraId="3E979C13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per tubi in inox</w:t>
            </w:r>
          </w:p>
          <w:p w14:paraId="594B4A3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 accoppiati e isolati </w:t>
            </w:r>
          </w:p>
          <w:p w14:paraId="386AD422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DN 16 </w:t>
            </w:r>
            <w:r w:rsidRPr="00764065">
              <w:rPr>
                <w:rFonts w:ascii="Poppins" w:hAnsi="Poppins" w:cs="Poppins"/>
                <w:color w:val="222222"/>
                <w:sz w:val="20"/>
                <w:shd w:val="clear" w:color="auto" w:fill="FFFFFF"/>
              </w:rPr>
              <w:t>÷ 20 mm</w:t>
            </w:r>
          </w:p>
        </w:tc>
        <w:tc>
          <w:tcPr>
            <w:tcW w:w="5889" w:type="dxa"/>
          </w:tcPr>
          <w:p w14:paraId="7558E002" w14:textId="77777777" w:rsidR="00245B89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di montaggio per tubazioni accoppiate e preisolate.</w:t>
            </w:r>
          </w:p>
          <w:p w14:paraId="749FF962" w14:textId="77777777" w:rsidR="0077616A" w:rsidRPr="00764065" w:rsidRDefault="0077616A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D96ADC0" w14:textId="381959B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Misura: DN 16-20 mm per tubazioni in inox</w:t>
            </w:r>
          </w:p>
          <w:p w14:paraId="489496D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6C565C" w14:textId="3F5057CC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4 staffe per tubi in inox accoppiati e isolati DN 16 ÷ 20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7234B35B" w14:textId="77777777" w:rsidTr="007472EE">
        <w:tc>
          <w:tcPr>
            <w:tcW w:w="1299" w:type="dxa"/>
          </w:tcPr>
          <w:p w14:paraId="5A738A5B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02707848</w:t>
            </w:r>
          </w:p>
        </w:tc>
        <w:tc>
          <w:tcPr>
            <w:tcW w:w="2310" w:type="dxa"/>
          </w:tcPr>
          <w:p w14:paraId="1D8FB441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per tubi in rame</w:t>
            </w:r>
          </w:p>
          <w:p w14:paraId="2D02EA5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 accoppiati e isolati </w:t>
            </w:r>
          </w:p>
          <w:p w14:paraId="63E6004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DN 15 </w:t>
            </w:r>
            <w:r w:rsidRPr="00764065">
              <w:rPr>
                <w:rFonts w:ascii="Poppins" w:hAnsi="Poppins" w:cs="Poppins"/>
                <w:color w:val="222222"/>
                <w:sz w:val="20"/>
                <w:shd w:val="clear" w:color="auto" w:fill="FFFFFF"/>
              </w:rPr>
              <w:t>÷ 18 mm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89" w:type="dxa"/>
          </w:tcPr>
          <w:p w14:paraId="09A64FE2" w14:textId="77777777" w:rsidR="00245B89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di montaggio per tubazioni accoppiate e preisolate.</w:t>
            </w:r>
          </w:p>
          <w:p w14:paraId="02133117" w14:textId="77777777" w:rsidR="0077616A" w:rsidRPr="00764065" w:rsidRDefault="0077616A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5356A2" w14:textId="44971C3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Misura: DN 15-18 mm per tubazioni in rame</w:t>
            </w:r>
          </w:p>
          <w:p w14:paraId="342F744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8C58BB" w14:textId="071333E0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4 staffe per tubi in rame accoppiati e isolati DN 15 ÷ 18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26BD6943" w14:textId="77777777" w:rsidTr="007472EE">
        <w:tc>
          <w:tcPr>
            <w:tcW w:w="1299" w:type="dxa"/>
          </w:tcPr>
          <w:p w14:paraId="6AD19774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02706802</w:t>
            </w:r>
          </w:p>
        </w:tc>
        <w:tc>
          <w:tcPr>
            <w:tcW w:w="2310" w:type="dxa"/>
          </w:tcPr>
          <w:p w14:paraId="05AC1E7A" w14:textId="5C97DCEC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isolante adesivo</w:t>
            </w:r>
            <w:r w:rsidR="005D501B">
              <w:rPr>
                <w:rFonts w:ascii="Poppins" w:hAnsi="Poppins" w:cs="Poppins"/>
                <w:bCs/>
                <w:sz w:val="20"/>
              </w:rPr>
              <w:t xml:space="preserve"> L = 15 m</w:t>
            </w:r>
          </w:p>
        </w:tc>
        <w:tc>
          <w:tcPr>
            <w:tcW w:w="5889" w:type="dxa"/>
          </w:tcPr>
          <w:p w14:paraId="3719E000" w14:textId="77777777" w:rsidR="00245B89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isolante adesivo con spessore di 3 mm.</w:t>
            </w:r>
          </w:p>
          <w:p w14:paraId="24505FCB" w14:textId="77777777" w:rsidR="00CB27E2" w:rsidRPr="00764065" w:rsidRDefault="00CB27E2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6B323E2" w14:textId="0060BB12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Misura: 5 cm x </w:t>
            </w:r>
            <w:r w:rsidR="007D588E">
              <w:rPr>
                <w:rFonts w:ascii="Poppins" w:hAnsi="Poppins" w:cs="Poppins"/>
                <w:bCs/>
                <w:sz w:val="20"/>
              </w:rPr>
              <w:t>1</w:t>
            </w:r>
            <w:r w:rsidRPr="00764065">
              <w:rPr>
                <w:rFonts w:ascii="Poppins" w:hAnsi="Poppins" w:cs="Poppins"/>
                <w:bCs/>
                <w:sz w:val="20"/>
              </w:rPr>
              <w:t>5 m</w:t>
            </w:r>
          </w:p>
          <w:p w14:paraId="517484A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E127FCA" w14:textId="1E760D12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 xml:space="preserve">Marca Emmeti - Modello Nastro isolante adesivo </w:t>
            </w:r>
            <w:r w:rsidR="005D501B" w:rsidRPr="005D501B">
              <w:rPr>
                <w:rFonts w:ascii="Poppins" w:hAnsi="Poppins" w:cs="Poppins"/>
                <w:b/>
                <w:sz w:val="20"/>
              </w:rPr>
              <w:t>L = 15 m</w:t>
            </w:r>
            <w:r w:rsidR="005D501B" w:rsidRPr="005D501B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60DFDA1C" w14:textId="77777777" w:rsidTr="007472EE">
        <w:tc>
          <w:tcPr>
            <w:tcW w:w="1299" w:type="dxa"/>
          </w:tcPr>
          <w:p w14:paraId="4B7BF300" w14:textId="470CE64A" w:rsidR="00245B89" w:rsidRPr="007C5C61" w:rsidRDefault="009B5F7D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03965960</w:t>
            </w:r>
          </w:p>
        </w:tc>
        <w:tc>
          <w:tcPr>
            <w:tcW w:w="2310" w:type="dxa"/>
          </w:tcPr>
          <w:p w14:paraId="6D2621A9" w14:textId="6770E98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adesivo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nero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in alluminio</w:t>
            </w:r>
            <w:r w:rsidR="006A011B">
              <w:rPr>
                <w:rFonts w:ascii="Poppins" w:hAnsi="Poppins" w:cs="Poppins"/>
                <w:bCs/>
                <w:sz w:val="20"/>
              </w:rPr>
              <w:t xml:space="preserve"> L = 50 m</w:t>
            </w:r>
          </w:p>
        </w:tc>
        <w:tc>
          <w:tcPr>
            <w:tcW w:w="5889" w:type="dxa"/>
          </w:tcPr>
          <w:p w14:paraId="6AE6485A" w14:textId="77777777" w:rsidR="00245B89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adesivo di colore nero in alluminio.</w:t>
            </w:r>
          </w:p>
          <w:p w14:paraId="35433FDE" w14:textId="77777777" w:rsidR="00CB27E2" w:rsidRPr="00764065" w:rsidRDefault="00CB27E2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729D8F" w14:textId="21601C78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Misura: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H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9B5F7D">
              <w:rPr>
                <w:rFonts w:ascii="Poppins" w:hAnsi="Poppins" w:cs="Poppins"/>
                <w:bCs/>
                <w:sz w:val="20"/>
              </w:rPr>
              <w:t>5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cm</w:t>
            </w:r>
            <w:r w:rsidR="00F85C78">
              <w:rPr>
                <w:rFonts w:ascii="Poppins" w:hAnsi="Poppins" w:cs="Poppins"/>
                <w:bCs/>
                <w:sz w:val="20"/>
              </w:rPr>
              <w:t>, L 50 m</w:t>
            </w:r>
          </w:p>
          <w:p w14:paraId="0B1329F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3E2A0B" w14:textId="7BF944F4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Nastro adesivo</w:t>
            </w:r>
            <w:r w:rsidR="00F85C78">
              <w:rPr>
                <w:rFonts w:ascii="Poppins" w:hAnsi="Poppins" w:cs="Poppins"/>
                <w:b/>
                <w:sz w:val="20"/>
              </w:rPr>
              <w:t xml:space="preserve"> nero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in alluminio </w:t>
            </w:r>
            <w:r w:rsidR="006A011B" w:rsidRPr="006A011B">
              <w:rPr>
                <w:rFonts w:ascii="Poppins" w:hAnsi="Poppins" w:cs="Poppins"/>
                <w:b/>
                <w:sz w:val="20"/>
              </w:rPr>
              <w:t>L = 50 m</w:t>
            </w:r>
            <w:r w:rsidR="006A011B" w:rsidRPr="006A011B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0181BAA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9A43B" w14:textId="77777777" w:rsidR="00A80E9F" w:rsidRDefault="00A80E9F">
      <w:r>
        <w:separator/>
      </w:r>
    </w:p>
  </w:endnote>
  <w:endnote w:type="continuationSeparator" w:id="0">
    <w:p w14:paraId="3607DD76" w14:textId="77777777" w:rsidR="00A80E9F" w:rsidRDefault="00A8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0295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3B22D3E" w14:textId="77777777" w:rsidTr="004706FD">
      <w:tc>
        <w:tcPr>
          <w:tcW w:w="4534" w:type="dxa"/>
        </w:tcPr>
        <w:p w14:paraId="44CEE345" w14:textId="47BE5A78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764065">
            <w:rPr>
              <w:rFonts w:ascii="Poppins" w:hAnsi="Poppins" w:cs="Poppins"/>
              <w:iCs/>
              <w:noProof/>
              <w:sz w:val="16"/>
            </w:rPr>
            <w:t>Accessori</w:t>
          </w:r>
          <w:r w:rsidR="003E2D89">
            <w:rPr>
              <w:rFonts w:ascii="Poppins" w:hAnsi="Poppins" w:cs="Poppins"/>
              <w:iCs/>
              <w:noProof/>
              <w:sz w:val="16"/>
            </w:rPr>
            <w:t xml:space="preserve"> e tubazioni</w:t>
          </w:r>
          <w:r w:rsidR="00764065">
            <w:rPr>
              <w:rFonts w:ascii="Poppins" w:hAnsi="Poppins" w:cs="Poppins"/>
              <w:iCs/>
              <w:noProof/>
              <w:sz w:val="16"/>
            </w:rPr>
            <w:t xml:space="preserve"> impianti solari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FF1A0C9" w14:textId="0EAE563D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D26C1">
            <w:rPr>
              <w:rFonts w:ascii="Poppins" w:hAnsi="Poppins" w:cs="Poppins"/>
              <w:noProof/>
              <w:sz w:val="14"/>
              <w:szCs w:val="14"/>
            </w:rPr>
            <w:t>18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57E5E6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CC25FBE" wp14:editId="07DFE201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CA431" w14:textId="77777777" w:rsidR="00A80E9F" w:rsidRDefault="00A80E9F">
      <w:r>
        <w:separator/>
      </w:r>
    </w:p>
  </w:footnote>
  <w:footnote w:type="continuationSeparator" w:id="0">
    <w:p w14:paraId="032B7FF8" w14:textId="77777777" w:rsidR="00A80E9F" w:rsidRDefault="00A80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C1FF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11FF2AE" wp14:editId="41AD9F3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95C373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1BF222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07C5"/>
    <w:multiLevelType w:val="hybridMultilevel"/>
    <w:tmpl w:val="AD4E0B10"/>
    <w:lvl w:ilvl="0" w:tplc="C7E6786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15B4A"/>
    <w:multiLevelType w:val="hybridMultilevel"/>
    <w:tmpl w:val="4D66CF84"/>
    <w:lvl w:ilvl="0" w:tplc="E2A46CD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A0E98"/>
    <w:multiLevelType w:val="hybridMultilevel"/>
    <w:tmpl w:val="5560D3C4"/>
    <w:lvl w:ilvl="0" w:tplc="32C61C2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374135">
    <w:abstractNumId w:val="0"/>
  </w:num>
  <w:num w:numId="2" w16cid:durableId="765612067">
    <w:abstractNumId w:val="2"/>
  </w:num>
  <w:num w:numId="3" w16cid:durableId="78658294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2CC3"/>
    <w:rsid w:val="000353DF"/>
    <w:rsid w:val="00052AB4"/>
    <w:rsid w:val="0006015F"/>
    <w:rsid w:val="0006784D"/>
    <w:rsid w:val="0009136B"/>
    <w:rsid w:val="000A2B10"/>
    <w:rsid w:val="000A41FB"/>
    <w:rsid w:val="000B6932"/>
    <w:rsid w:val="000C3584"/>
    <w:rsid w:val="000C52FA"/>
    <w:rsid w:val="000F7A52"/>
    <w:rsid w:val="00103A0D"/>
    <w:rsid w:val="00103B88"/>
    <w:rsid w:val="00111D01"/>
    <w:rsid w:val="00117A0E"/>
    <w:rsid w:val="0014104F"/>
    <w:rsid w:val="001441C6"/>
    <w:rsid w:val="001450AB"/>
    <w:rsid w:val="001620E3"/>
    <w:rsid w:val="00171DAE"/>
    <w:rsid w:val="00195A49"/>
    <w:rsid w:val="001A5581"/>
    <w:rsid w:val="001D365F"/>
    <w:rsid w:val="001E1832"/>
    <w:rsid w:val="001E3BE2"/>
    <w:rsid w:val="001E6403"/>
    <w:rsid w:val="001F782F"/>
    <w:rsid w:val="00226300"/>
    <w:rsid w:val="0023000E"/>
    <w:rsid w:val="002346C2"/>
    <w:rsid w:val="00240C61"/>
    <w:rsid w:val="00245B89"/>
    <w:rsid w:val="00250FE8"/>
    <w:rsid w:val="00251357"/>
    <w:rsid w:val="00264BCF"/>
    <w:rsid w:val="0028448D"/>
    <w:rsid w:val="00285A03"/>
    <w:rsid w:val="002862D2"/>
    <w:rsid w:val="002A5756"/>
    <w:rsid w:val="002B5D63"/>
    <w:rsid w:val="002F7EEA"/>
    <w:rsid w:val="00304518"/>
    <w:rsid w:val="00307CE0"/>
    <w:rsid w:val="0032752D"/>
    <w:rsid w:val="003333BC"/>
    <w:rsid w:val="00340BD3"/>
    <w:rsid w:val="00344430"/>
    <w:rsid w:val="00350759"/>
    <w:rsid w:val="00350CA2"/>
    <w:rsid w:val="003524C7"/>
    <w:rsid w:val="00357812"/>
    <w:rsid w:val="00365710"/>
    <w:rsid w:val="00372ECE"/>
    <w:rsid w:val="003B0975"/>
    <w:rsid w:val="003B0FFE"/>
    <w:rsid w:val="003C3061"/>
    <w:rsid w:val="003D26C1"/>
    <w:rsid w:val="003D4BE3"/>
    <w:rsid w:val="003E1540"/>
    <w:rsid w:val="003E1DB8"/>
    <w:rsid w:val="003E2D89"/>
    <w:rsid w:val="004015E0"/>
    <w:rsid w:val="00402567"/>
    <w:rsid w:val="004272FC"/>
    <w:rsid w:val="00433232"/>
    <w:rsid w:val="00433C12"/>
    <w:rsid w:val="0044592F"/>
    <w:rsid w:val="00447EFC"/>
    <w:rsid w:val="004706FD"/>
    <w:rsid w:val="00474537"/>
    <w:rsid w:val="00474AB9"/>
    <w:rsid w:val="00480CC1"/>
    <w:rsid w:val="0048382E"/>
    <w:rsid w:val="004D6513"/>
    <w:rsid w:val="004F1A26"/>
    <w:rsid w:val="005235FA"/>
    <w:rsid w:val="005236D4"/>
    <w:rsid w:val="00525BAE"/>
    <w:rsid w:val="00530F9B"/>
    <w:rsid w:val="005315F1"/>
    <w:rsid w:val="00536743"/>
    <w:rsid w:val="0054295B"/>
    <w:rsid w:val="00562E55"/>
    <w:rsid w:val="00584984"/>
    <w:rsid w:val="005B18CD"/>
    <w:rsid w:val="005B313A"/>
    <w:rsid w:val="005C61B9"/>
    <w:rsid w:val="005D501B"/>
    <w:rsid w:val="005E1169"/>
    <w:rsid w:val="006015C2"/>
    <w:rsid w:val="006040F5"/>
    <w:rsid w:val="00610639"/>
    <w:rsid w:val="00620C00"/>
    <w:rsid w:val="00627DA4"/>
    <w:rsid w:val="00653452"/>
    <w:rsid w:val="00662EF4"/>
    <w:rsid w:val="00665813"/>
    <w:rsid w:val="006733C2"/>
    <w:rsid w:val="00690CC4"/>
    <w:rsid w:val="006A011B"/>
    <w:rsid w:val="006A51A0"/>
    <w:rsid w:val="006B218C"/>
    <w:rsid w:val="006B2963"/>
    <w:rsid w:val="006B29B1"/>
    <w:rsid w:val="006C14CB"/>
    <w:rsid w:val="006C2BE4"/>
    <w:rsid w:val="006C7799"/>
    <w:rsid w:val="006D044B"/>
    <w:rsid w:val="006D4FDF"/>
    <w:rsid w:val="006E5C4B"/>
    <w:rsid w:val="006E6F9C"/>
    <w:rsid w:val="006F0149"/>
    <w:rsid w:val="006F1812"/>
    <w:rsid w:val="006F395D"/>
    <w:rsid w:val="006F6AB3"/>
    <w:rsid w:val="00710BB8"/>
    <w:rsid w:val="00716713"/>
    <w:rsid w:val="00727388"/>
    <w:rsid w:val="00730180"/>
    <w:rsid w:val="0073789C"/>
    <w:rsid w:val="00745AB1"/>
    <w:rsid w:val="007464F8"/>
    <w:rsid w:val="0074712F"/>
    <w:rsid w:val="007472EE"/>
    <w:rsid w:val="00750189"/>
    <w:rsid w:val="00757517"/>
    <w:rsid w:val="00757AC7"/>
    <w:rsid w:val="00764065"/>
    <w:rsid w:val="007700EC"/>
    <w:rsid w:val="0077616A"/>
    <w:rsid w:val="00782096"/>
    <w:rsid w:val="007A1086"/>
    <w:rsid w:val="007B5BA3"/>
    <w:rsid w:val="007C3E07"/>
    <w:rsid w:val="007C5C61"/>
    <w:rsid w:val="007D588E"/>
    <w:rsid w:val="007D5EC7"/>
    <w:rsid w:val="007E6E02"/>
    <w:rsid w:val="007E7665"/>
    <w:rsid w:val="007F4841"/>
    <w:rsid w:val="008014DD"/>
    <w:rsid w:val="0080323F"/>
    <w:rsid w:val="008262D6"/>
    <w:rsid w:val="00830828"/>
    <w:rsid w:val="008362EF"/>
    <w:rsid w:val="00844BBC"/>
    <w:rsid w:val="008574C8"/>
    <w:rsid w:val="00867692"/>
    <w:rsid w:val="008804CB"/>
    <w:rsid w:val="00882947"/>
    <w:rsid w:val="00887902"/>
    <w:rsid w:val="00896B04"/>
    <w:rsid w:val="008A2C0A"/>
    <w:rsid w:val="008B37A5"/>
    <w:rsid w:val="008B5587"/>
    <w:rsid w:val="008B7AF7"/>
    <w:rsid w:val="008C2F88"/>
    <w:rsid w:val="008D6449"/>
    <w:rsid w:val="008D71C2"/>
    <w:rsid w:val="008E5212"/>
    <w:rsid w:val="00904071"/>
    <w:rsid w:val="009059BB"/>
    <w:rsid w:val="00921179"/>
    <w:rsid w:val="00923354"/>
    <w:rsid w:val="00930446"/>
    <w:rsid w:val="00931A8A"/>
    <w:rsid w:val="00936F47"/>
    <w:rsid w:val="0094047C"/>
    <w:rsid w:val="00942B09"/>
    <w:rsid w:val="00945FB2"/>
    <w:rsid w:val="009579B1"/>
    <w:rsid w:val="00962C65"/>
    <w:rsid w:val="0096448F"/>
    <w:rsid w:val="00992282"/>
    <w:rsid w:val="0099452E"/>
    <w:rsid w:val="009A219D"/>
    <w:rsid w:val="009B37F1"/>
    <w:rsid w:val="009B5F7D"/>
    <w:rsid w:val="009C1166"/>
    <w:rsid w:val="009C70C3"/>
    <w:rsid w:val="009D3135"/>
    <w:rsid w:val="009D51C1"/>
    <w:rsid w:val="009D54F1"/>
    <w:rsid w:val="009D6327"/>
    <w:rsid w:val="009E07DC"/>
    <w:rsid w:val="009E1313"/>
    <w:rsid w:val="009E250A"/>
    <w:rsid w:val="009E2742"/>
    <w:rsid w:val="00A04235"/>
    <w:rsid w:val="00A06A5E"/>
    <w:rsid w:val="00A216E2"/>
    <w:rsid w:val="00A308F1"/>
    <w:rsid w:val="00A62A77"/>
    <w:rsid w:val="00A70775"/>
    <w:rsid w:val="00A743FF"/>
    <w:rsid w:val="00A7629A"/>
    <w:rsid w:val="00A80E9F"/>
    <w:rsid w:val="00A82E78"/>
    <w:rsid w:val="00AB2DD9"/>
    <w:rsid w:val="00AB5C98"/>
    <w:rsid w:val="00AC0741"/>
    <w:rsid w:val="00AD05EC"/>
    <w:rsid w:val="00AD1706"/>
    <w:rsid w:val="00AF350C"/>
    <w:rsid w:val="00AF57DC"/>
    <w:rsid w:val="00B351E5"/>
    <w:rsid w:val="00B36317"/>
    <w:rsid w:val="00B406A9"/>
    <w:rsid w:val="00B7475F"/>
    <w:rsid w:val="00B93CD1"/>
    <w:rsid w:val="00BA5BD4"/>
    <w:rsid w:val="00BB0104"/>
    <w:rsid w:val="00BB2A5B"/>
    <w:rsid w:val="00BC276B"/>
    <w:rsid w:val="00BD14D8"/>
    <w:rsid w:val="00BD731B"/>
    <w:rsid w:val="00BF1E16"/>
    <w:rsid w:val="00C02E1C"/>
    <w:rsid w:val="00C055AD"/>
    <w:rsid w:val="00C203AE"/>
    <w:rsid w:val="00C233C1"/>
    <w:rsid w:val="00C24A55"/>
    <w:rsid w:val="00C25698"/>
    <w:rsid w:val="00C27DFF"/>
    <w:rsid w:val="00C36C55"/>
    <w:rsid w:val="00C37768"/>
    <w:rsid w:val="00C437EE"/>
    <w:rsid w:val="00C55FF9"/>
    <w:rsid w:val="00C80ACF"/>
    <w:rsid w:val="00C86331"/>
    <w:rsid w:val="00C93402"/>
    <w:rsid w:val="00C939B1"/>
    <w:rsid w:val="00CB1475"/>
    <w:rsid w:val="00CB27E2"/>
    <w:rsid w:val="00CC31A7"/>
    <w:rsid w:val="00CE7C2F"/>
    <w:rsid w:val="00CF2096"/>
    <w:rsid w:val="00D061A5"/>
    <w:rsid w:val="00D11C27"/>
    <w:rsid w:val="00D178ED"/>
    <w:rsid w:val="00D17F30"/>
    <w:rsid w:val="00D2119B"/>
    <w:rsid w:val="00D229AF"/>
    <w:rsid w:val="00D26FD9"/>
    <w:rsid w:val="00D440AE"/>
    <w:rsid w:val="00D44371"/>
    <w:rsid w:val="00D62BDF"/>
    <w:rsid w:val="00D633B8"/>
    <w:rsid w:val="00D67D09"/>
    <w:rsid w:val="00D716B5"/>
    <w:rsid w:val="00D832BB"/>
    <w:rsid w:val="00D902A4"/>
    <w:rsid w:val="00D9198D"/>
    <w:rsid w:val="00DA1D6B"/>
    <w:rsid w:val="00DA3646"/>
    <w:rsid w:val="00DB1B5F"/>
    <w:rsid w:val="00DD2E16"/>
    <w:rsid w:val="00DE5C0B"/>
    <w:rsid w:val="00DF047E"/>
    <w:rsid w:val="00E057F0"/>
    <w:rsid w:val="00E07577"/>
    <w:rsid w:val="00E11BD2"/>
    <w:rsid w:val="00E17A38"/>
    <w:rsid w:val="00E36C49"/>
    <w:rsid w:val="00E42389"/>
    <w:rsid w:val="00E5632D"/>
    <w:rsid w:val="00E65456"/>
    <w:rsid w:val="00E7391C"/>
    <w:rsid w:val="00E82940"/>
    <w:rsid w:val="00E94138"/>
    <w:rsid w:val="00E94BE3"/>
    <w:rsid w:val="00EA01C8"/>
    <w:rsid w:val="00EA122B"/>
    <w:rsid w:val="00EB33B9"/>
    <w:rsid w:val="00EB606C"/>
    <w:rsid w:val="00EC29FF"/>
    <w:rsid w:val="00ED1F32"/>
    <w:rsid w:val="00ED24CF"/>
    <w:rsid w:val="00EF71AC"/>
    <w:rsid w:val="00EF73E5"/>
    <w:rsid w:val="00F01A54"/>
    <w:rsid w:val="00F2399F"/>
    <w:rsid w:val="00F268E9"/>
    <w:rsid w:val="00F50F65"/>
    <w:rsid w:val="00F53758"/>
    <w:rsid w:val="00F60A08"/>
    <w:rsid w:val="00F67426"/>
    <w:rsid w:val="00F85C78"/>
    <w:rsid w:val="00F87711"/>
    <w:rsid w:val="00FB289C"/>
    <w:rsid w:val="00FD02BC"/>
    <w:rsid w:val="00FD255D"/>
    <w:rsid w:val="00FD2F7D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E9A2AE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B204F-81DD-40F3-94BD-0F182BA1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18</Pages>
  <Words>3730</Words>
  <Characters>21261</Characters>
  <Application>Microsoft Office Word</Application>
  <DocSecurity>0</DocSecurity>
  <Lines>177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24942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</cp:revision>
  <cp:lastPrinted>2013-11-14T13:48:00Z</cp:lastPrinted>
  <dcterms:created xsi:type="dcterms:W3CDTF">2025-01-15T10:35:00Z</dcterms:created>
  <dcterms:modified xsi:type="dcterms:W3CDTF">2025-08-26T11:42:00Z</dcterms:modified>
</cp:coreProperties>
</file>